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87" w:type="dxa"/>
        <w:tblInd w:w="4267" w:type="dxa"/>
        <w:tblLook w:val="00A0"/>
      </w:tblPr>
      <w:tblGrid>
        <w:gridCol w:w="1276"/>
        <w:gridCol w:w="4111"/>
      </w:tblGrid>
      <w:tr w:rsidR="00C14E78" w:rsidRPr="00D11C61" w:rsidTr="005A360D">
        <w:tc>
          <w:tcPr>
            <w:tcW w:w="1276" w:type="dxa"/>
          </w:tcPr>
          <w:p w:rsidR="00C14E78" w:rsidRPr="00D11C61" w:rsidRDefault="00C14E78" w:rsidP="005A360D">
            <w:pPr>
              <w:ind w:left="-360"/>
              <w:jc w:val="center"/>
              <w:rPr>
                <w:b/>
                <w:szCs w:val="28"/>
              </w:rPr>
            </w:pPr>
            <w:r>
              <w:rPr>
                <w:b/>
                <w:noProof/>
                <w:szCs w:val="24"/>
              </w:rPr>
              <w:t xml:space="preserve">       </w:t>
            </w:r>
            <w:r w:rsidRPr="008D5FAB">
              <w:rPr>
                <w:rFonts w:ascii="Tms Rmn" w:hAnsi="Tms Rmn"/>
                <w:b/>
                <w:noProof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style="width:38.25pt;height:47.25pt;visibility:visible">
                  <v:imagedata r:id="rId5" o:title="" gain="112993f" blacklevel="-1966f"/>
                </v:shape>
              </w:pict>
            </w:r>
          </w:p>
        </w:tc>
        <w:tc>
          <w:tcPr>
            <w:tcW w:w="4111" w:type="dxa"/>
          </w:tcPr>
          <w:p w:rsidR="00C14E78" w:rsidRPr="00D11C61" w:rsidRDefault="00C14E78" w:rsidP="0084014A">
            <w:pPr>
              <w:jc w:val="right"/>
              <w:rPr>
                <w:b/>
                <w:szCs w:val="28"/>
              </w:rPr>
            </w:pPr>
            <w:r w:rsidRPr="00D11C61">
              <w:rPr>
                <w:b/>
                <w:szCs w:val="28"/>
              </w:rPr>
              <w:t xml:space="preserve">                      </w:t>
            </w:r>
          </w:p>
          <w:p w:rsidR="00C14E78" w:rsidRPr="00D11C61" w:rsidRDefault="00C14E78" w:rsidP="0084014A">
            <w:pPr>
              <w:jc w:val="center"/>
              <w:rPr>
                <w:b/>
                <w:szCs w:val="28"/>
              </w:rPr>
            </w:pPr>
          </w:p>
        </w:tc>
      </w:tr>
    </w:tbl>
    <w:p w:rsidR="00C14E78" w:rsidRDefault="00C14E78" w:rsidP="000E373A">
      <w:pPr>
        <w:jc w:val="center"/>
        <w:rPr>
          <w:rFonts w:ascii="Calibri" w:hAnsi="Calibri"/>
          <w:sz w:val="20"/>
        </w:rPr>
      </w:pPr>
    </w:p>
    <w:p w:rsidR="00C14E78" w:rsidRDefault="00C14E78" w:rsidP="000E37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C14E78" w:rsidRDefault="00C14E78" w:rsidP="000E37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ЧЕРНІГІВСЬКА ОБЛАСТЬ</w:t>
      </w:r>
    </w:p>
    <w:p w:rsidR="00C14E78" w:rsidRDefault="00C14E78" w:rsidP="000E373A">
      <w:pPr>
        <w:jc w:val="center"/>
        <w:rPr>
          <w:sz w:val="6"/>
          <w:szCs w:val="6"/>
        </w:rPr>
      </w:pPr>
    </w:p>
    <w:p w:rsidR="00C14E78" w:rsidRDefault="00C14E78" w:rsidP="000E373A">
      <w:pPr>
        <w:keepNext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 І Ж И Н С Ь К А    М І С Ь К А    Р А Д А</w:t>
      </w:r>
    </w:p>
    <w:p w:rsidR="00C14E78" w:rsidRDefault="00C14E78" w:rsidP="000E373A">
      <w:pPr>
        <w:jc w:val="center"/>
        <w:rPr>
          <w:sz w:val="32"/>
        </w:rPr>
      </w:pPr>
      <w:r>
        <w:rPr>
          <w:sz w:val="32"/>
        </w:rPr>
        <w:t xml:space="preserve">16 сесія </w:t>
      </w:r>
      <w:r>
        <w:rPr>
          <w:sz w:val="32"/>
          <w:lang w:val="en-US"/>
        </w:rPr>
        <w:t>VIII</w:t>
      </w:r>
      <w:r w:rsidRPr="007C0BDD">
        <w:rPr>
          <w:sz w:val="32"/>
        </w:rPr>
        <w:t xml:space="preserve"> </w:t>
      </w:r>
      <w:r>
        <w:rPr>
          <w:sz w:val="32"/>
        </w:rPr>
        <w:t>скликання</w:t>
      </w:r>
    </w:p>
    <w:p w:rsidR="00C14E78" w:rsidRDefault="00C14E78" w:rsidP="000E373A">
      <w:r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sz w:val="40"/>
          <w:szCs w:val="40"/>
        </w:rPr>
        <w:t xml:space="preserve">Р І Ш Е Н Н Я        </w:t>
      </w:r>
    </w:p>
    <w:p w:rsidR="00C14E78" w:rsidRPr="003034B7" w:rsidRDefault="00C14E78" w:rsidP="000E373A">
      <w:pPr>
        <w:rPr>
          <w:szCs w:val="24"/>
        </w:rPr>
      </w:pPr>
    </w:p>
    <w:p w:rsidR="00C14E78" w:rsidRDefault="00C14E78" w:rsidP="003C1F70">
      <w:pPr>
        <w:jc w:val="center"/>
        <w:rPr>
          <w:sz w:val="28"/>
          <w:szCs w:val="28"/>
        </w:rPr>
      </w:pPr>
      <w:r>
        <w:rPr>
          <w:sz w:val="28"/>
          <w:szCs w:val="28"/>
        </w:rPr>
        <w:t>від 23 листопада 2021р.</w:t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ab/>
        <w:t xml:space="preserve">  м. Ніжин</w:t>
      </w:r>
      <w:r>
        <w:rPr>
          <w:sz w:val="28"/>
          <w:szCs w:val="28"/>
        </w:rPr>
        <w:tab/>
        <w:t xml:space="preserve">                                № 41-16/2021</w:t>
      </w:r>
    </w:p>
    <w:p w:rsidR="00C14E78" w:rsidRDefault="00C14E78" w:rsidP="003C1F70">
      <w:pPr>
        <w:rPr>
          <w:sz w:val="28"/>
          <w:szCs w:val="28"/>
        </w:rPr>
      </w:pPr>
    </w:p>
    <w:p w:rsidR="00C14E78" w:rsidRPr="00524E2B" w:rsidRDefault="00C14E78" w:rsidP="00AF74A4">
      <w:pPr>
        <w:rPr>
          <w:sz w:val="28"/>
          <w:szCs w:val="28"/>
        </w:rPr>
      </w:pPr>
      <w:r w:rsidRPr="00524E2B">
        <w:rPr>
          <w:sz w:val="28"/>
          <w:szCs w:val="28"/>
        </w:rPr>
        <w:t xml:space="preserve">Про перейменування Ніжинського міського </w:t>
      </w:r>
    </w:p>
    <w:p w:rsidR="00C14E78" w:rsidRPr="00524E2B" w:rsidRDefault="00C14E78" w:rsidP="00AF74A4">
      <w:pPr>
        <w:rPr>
          <w:sz w:val="28"/>
          <w:szCs w:val="28"/>
        </w:rPr>
      </w:pPr>
      <w:r w:rsidRPr="00524E2B">
        <w:rPr>
          <w:sz w:val="28"/>
          <w:szCs w:val="28"/>
        </w:rPr>
        <w:t xml:space="preserve">центру соціальних служб для сім’ї, дітей та молоді </w:t>
      </w:r>
    </w:p>
    <w:p w:rsidR="00C14E78" w:rsidRPr="00524E2B" w:rsidRDefault="00C14E78" w:rsidP="00AF74A4">
      <w:pPr>
        <w:rPr>
          <w:sz w:val="28"/>
          <w:szCs w:val="28"/>
        </w:rPr>
      </w:pPr>
      <w:r w:rsidRPr="00524E2B">
        <w:rPr>
          <w:sz w:val="28"/>
          <w:szCs w:val="28"/>
        </w:rPr>
        <w:t xml:space="preserve">та затвердження Положення в новій редакції </w:t>
      </w:r>
    </w:p>
    <w:p w:rsidR="00C14E78" w:rsidRDefault="00C14E78" w:rsidP="00AF74A4">
      <w:pPr>
        <w:rPr>
          <w:sz w:val="28"/>
          <w:szCs w:val="28"/>
        </w:rPr>
      </w:pPr>
    </w:p>
    <w:p w:rsidR="00C14E78" w:rsidRDefault="00C14E78" w:rsidP="006100F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C4C63">
        <w:rPr>
          <w:sz w:val="28"/>
          <w:szCs w:val="28"/>
        </w:rPr>
        <w:t>Відповідно до ст</w:t>
      </w:r>
      <w:r>
        <w:rPr>
          <w:sz w:val="28"/>
          <w:szCs w:val="28"/>
        </w:rPr>
        <w:t>атей</w:t>
      </w:r>
      <w:r w:rsidRPr="007C4C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17, 25, </w:t>
      </w:r>
      <w:r w:rsidRPr="007C4C63">
        <w:rPr>
          <w:sz w:val="28"/>
          <w:szCs w:val="28"/>
        </w:rPr>
        <w:t>26,</w:t>
      </w:r>
      <w:r>
        <w:rPr>
          <w:sz w:val="28"/>
          <w:szCs w:val="28"/>
        </w:rPr>
        <w:t xml:space="preserve"> 34, </w:t>
      </w:r>
      <w:r w:rsidRPr="007C4C63">
        <w:rPr>
          <w:sz w:val="28"/>
          <w:szCs w:val="28"/>
        </w:rPr>
        <w:t xml:space="preserve">42, </w:t>
      </w:r>
      <w:r>
        <w:rPr>
          <w:sz w:val="28"/>
          <w:szCs w:val="28"/>
        </w:rPr>
        <w:t xml:space="preserve">54, </w:t>
      </w:r>
      <w:r w:rsidRPr="007C4C63">
        <w:rPr>
          <w:sz w:val="28"/>
          <w:szCs w:val="28"/>
        </w:rPr>
        <w:t>59</w:t>
      </w:r>
      <w:r>
        <w:rPr>
          <w:sz w:val="28"/>
          <w:szCs w:val="28"/>
        </w:rPr>
        <w:t xml:space="preserve"> З</w:t>
      </w:r>
      <w:r w:rsidRPr="007C4C63">
        <w:rPr>
          <w:sz w:val="28"/>
          <w:szCs w:val="28"/>
        </w:rPr>
        <w:t>акону України «Про місцеве самоврядування в Україні»,</w:t>
      </w:r>
      <w:r>
        <w:rPr>
          <w:sz w:val="28"/>
          <w:szCs w:val="28"/>
        </w:rPr>
        <w:t xml:space="preserve"> постанови Кабінету </w:t>
      </w:r>
      <w:r w:rsidRPr="007C4C63">
        <w:rPr>
          <w:sz w:val="28"/>
          <w:szCs w:val="28"/>
        </w:rPr>
        <w:t xml:space="preserve">Міністрів України від </w:t>
      </w:r>
      <w:r>
        <w:rPr>
          <w:sz w:val="28"/>
          <w:szCs w:val="28"/>
        </w:rPr>
        <w:t>0</w:t>
      </w:r>
      <w:r w:rsidRPr="007C4C63">
        <w:rPr>
          <w:sz w:val="28"/>
          <w:szCs w:val="28"/>
        </w:rPr>
        <w:t>1</w:t>
      </w:r>
      <w:r>
        <w:rPr>
          <w:sz w:val="28"/>
          <w:szCs w:val="28"/>
        </w:rPr>
        <w:t xml:space="preserve"> червня </w:t>
      </w:r>
      <w:r w:rsidRPr="007C4C63">
        <w:rPr>
          <w:sz w:val="28"/>
          <w:szCs w:val="28"/>
        </w:rPr>
        <w:t>20</w:t>
      </w:r>
      <w:r>
        <w:rPr>
          <w:sz w:val="28"/>
          <w:szCs w:val="28"/>
        </w:rPr>
        <w:t xml:space="preserve">20 </w:t>
      </w:r>
      <w:r w:rsidRPr="007C4C63">
        <w:rPr>
          <w:sz w:val="28"/>
          <w:szCs w:val="28"/>
        </w:rPr>
        <w:t>р</w:t>
      </w:r>
      <w:r>
        <w:rPr>
          <w:sz w:val="28"/>
          <w:szCs w:val="28"/>
        </w:rPr>
        <w:t>оку № 479</w:t>
      </w:r>
      <w:r w:rsidRPr="007C4C63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Деякі питання діяльності </w:t>
      </w:r>
      <w:r w:rsidRPr="007C4C63">
        <w:rPr>
          <w:sz w:val="28"/>
          <w:szCs w:val="28"/>
        </w:rPr>
        <w:t xml:space="preserve"> центр</w:t>
      </w:r>
      <w:r>
        <w:rPr>
          <w:sz w:val="28"/>
          <w:szCs w:val="28"/>
        </w:rPr>
        <w:t>ів</w:t>
      </w:r>
      <w:r w:rsidRPr="007C4C63">
        <w:rPr>
          <w:sz w:val="28"/>
          <w:szCs w:val="28"/>
        </w:rPr>
        <w:t xml:space="preserve"> соціальних служб»</w:t>
      </w:r>
      <w:r>
        <w:rPr>
          <w:sz w:val="28"/>
          <w:szCs w:val="28"/>
        </w:rPr>
        <w:t xml:space="preserve">, наказу Міністерства соціальної політики від 26.01.2021 року № 29 «Про затвердження Примірного штатного нормативу чисельності працівників районного, міського, районного у місті, селищного, сільського центру соціальних служб», наказу Міністерства соціальної політики від 30.12.2020 року № 868 «Деякі питання адміністрування надання місцевими державними адміністраціями і територіальними громадами соціальної підтримки у сферах соціального захисту населення та захисту прав дітей»,   </w:t>
      </w:r>
      <w:r w:rsidRPr="007C4C63">
        <w:rPr>
          <w:sz w:val="28"/>
          <w:szCs w:val="28"/>
        </w:rPr>
        <w:t xml:space="preserve"> Регламенту Ніжинської міської ради Чернігівської області </w:t>
      </w:r>
      <w:r w:rsidRPr="007C4C63">
        <w:rPr>
          <w:sz w:val="28"/>
          <w:szCs w:val="28"/>
          <w:lang w:val="en-US"/>
        </w:rPr>
        <w:t>V</w:t>
      </w:r>
      <w:r w:rsidRPr="007C4C63">
        <w:rPr>
          <w:sz w:val="28"/>
          <w:szCs w:val="28"/>
        </w:rPr>
        <w:t>І</w:t>
      </w:r>
      <w:r>
        <w:rPr>
          <w:sz w:val="28"/>
          <w:szCs w:val="28"/>
        </w:rPr>
        <w:t>І</w:t>
      </w:r>
      <w:r w:rsidRPr="007C4C63">
        <w:rPr>
          <w:sz w:val="28"/>
          <w:szCs w:val="28"/>
        </w:rPr>
        <w:t>І скликання, затвердженого рішенням Ніжинської міської ради Чернігівської області від 2</w:t>
      </w:r>
      <w:r>
        <w:rPr>
          <w:sz w:val="28"/>
          <w:szCs w:val="28"/>
        </w:rPr>
        <w:t>7</w:t>
      </w:r>
      <w:r w:rsidRPr="007C4C63">
        <w:rPr>
          <w:sz w:val="28"/>
          <w:szCs w:val="28"/>
        </w:rPr>
        <w:t xml:space="preserve"> листопада 20</w:t>
      </w:r>
      <w:r>
        <w:rPr>
          <w:sz w:val="28"/>
          <w:szCs w:val="28"/>
        </w:rPr>
        <w:t>20</w:t>
      </w:r>
      <w:r w:rsidRPr="007C4C63">
        <w:rPr>
          <w:sz w:val="28"/>
          <w:szCs w:val="28"/>
        </w:rPr>
        <w:t xml:space="preserve"> року № </w:t>
      </w:r>
      <w:r>
        <w:rPr>
          <w:sz w:val="28"/>
          <w:szCs w:val="28"/>
        </w:rPr>
        <w:t>3</w:t>
      </w:r>
      <w:r w:rsidRPr="007C4C63">
        <w:rPr>
          <w:sz w:val="28"/>
          <w:szCs w:val="28"/>
        </w:rPr>
        <w:t>-2/20</w:t>
      </w:r>
      <w:r>
        <w:rPr>
          <w:sz w:val="28"/>
          <w:szCs w:val="28"/>
        </w:rPr>
        <w:t>20</w:t>
      </w:r>
      <w:r w:rsidRPr="009D150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D1502">
        <w:rPr>
          <w:sz w:val="28"/>
          <w:szCs w:val="28"/>
        </w:rPr>
        <w:t>для</w:t>
      </w:r>
      <w:r w:rsidRPr="009D1502">
        <w:rPr>
          <w:sz w:val="28"/>
          <w:szCs w:val="28"/>
          <w:shd w:val="clear" w:color="auto" w:fill="FFFFFF"/>
        </w:rPr>
        <w:t xml:space="preserve"> приведення Положення про </w:t>
      </w:r>
      <w:r w:rsidRPr="00862835">
        <w:rPr>
          <w:bCs/>
          <w:sz w:val="28"/>
          <w:szCs w:val="28"/>
        </w:rPr>
        <w:t>Ніжинськи</w:t>
      </w:r>
      <w:r>
        <w:rPr>
          <w:bCs/>
          <w:sz w:val="28"/>
          <w:szCs w:val="28"/>
        </w:rPr>
        <w:t>й</w:t>
      </w:r>
      <w:r w:rsidRPr="00862835">
        <w:rPr>
          <w:bCs/>
          <w:sz w:val="28"/>
          <w:szCs w:val="28"/>
        </w:rPr>
        <w:t xml:space="preserve"> міськи</w:t>
      </w:r>
      <w:r>
        <w:rPr>
          <w:bCs/>
          <w:sz w:val="28"/>
          <w:szCs w:val="28"/>
        </w:rPr>
        <w:t>й</w:t>
      </w:r>
      <w:r w:rsidRPr="00862835">
        <w:rPr>
          <w:bCs/>
          <w:sz w:val="28"/>
          <w:szCs w:val="28"/>
        </w:rPr>
        <w:t xml:space="preserve"> центр соціальних служб для сім’ї, дітей та молоді </w:t>
      </w:r>
      <w:r w:rsidRPr="009D1502">
        <w:rPr>
          <w:sz w:val="28"/>
          <w:szCs w:val="28"/>
          <w:shd w:val="clear" w:color="auto" w:fill="FFFFFF"/>
        </w:rPr>
        <w:t>у відповідність до вимог чинного законодавства України</w:t>
      </w:r>
      <w:r>
        <w:rPr>
          <w:sz w:val="28"/>
          <w:szCs w:val="28"/>
          <w:shd w:val="clear" w:color="auto" w:fill="FFFFFF"/>
        </w:rPr>
        <w:t>,</w:t>
      </w:r>
      <w:r w:rsidRPr="009D1502">
        <w:rPr>
          <w:sz w:val="28"/>
          <w:szCs w:val="28"/>
          <w:shd w:val="clear" w:color="auto" w:fill="FFFFFF"/>
        </w:rPr>
        <w:t xml:space="preserve"> </w:t>
      </w:r>
      <w:r w:rsidRPr="009D1502">
        <w:rPr>
          <w:sz w:val="28"/>
          <w:szCs w:val="28"/>
        </w:rPr>
        <w:t xml:space="preserve">Ніжинська міська рада вирішила: </w:t>
      </w:r>
    </w:p>
    <w:p w:rsidR="00C14E78" w:rsidRPr="009D1502" w:rsidRDefault="00C14E78" w:rsidP="006100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Перейменувати Ніжинський міський центр соціальних служб для сім'ї, дітей та молоді (код ЄДРПОУ 24835904) в Ніжинський міський центр соціальних служб Ніжинської міської ради Чернігівської області.  </w:t>
      </w:r>
    </w:p>
    <w:p w:rsidR="00C14E78" w:rsidRDefault="00C14E78" w:rsidP="00BD493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Внести зміни до Положення та затвердити Положення</w:t>
      </w:r>
      <w:r w:rsidRPr="00F244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 Ніжинський міський центр соціальних служб Ніжинської міської ради Чернігівської області у новій редакції  </w:t>
      </w:r>
      <w:r w:rsidRPr="004C60BF">
        <w:rPr>
          <w:sz w:val="28"/>
          <w:szCs w:val="28"/>
        </w:rPr>
        <w:t>(додається).</w:t>
      </w:r>
    </w:p>
    <w:p w:rsidR="00C14E78" w:rsidRPr="004C60BF" w:rsidRDefault="00C14E78" w:rsidP="004C60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 xml:space="preserve">3. Затвердити штатний розпис Ніжинського міського центру соціальних служб Ніжинської міської ради Чернігівської області </w:t>
      </w:r>
      <w:r w:rsidRPr="004C60BF">
        <w:rPr>
          <w:sz w:val="28"/>
          <w:szCs w:val="28"/>
        </w:rPr>
        <w:t>(додається).</w:t>
      </w:r>
    </w:p>
    <w:p w:rsidR="00C14E78" w:rsidRPr="006C7F1D" w:rsidRDefault="00C14E78" w:rsidP="00941BEA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4. Директору </w:t>
      </w:r>
      <w:r w:rsidRPr="00107E85">
        <w:rPr>
          <w:sz w:val="28"/>
          <w:szCs w:val="28"/>
        </w:rPr>
        <w:t xml:space="preserve">Ніжинського міського </w:t>
      </w:r>
      <w:r>
        <w:rPr>
          <w:sz w:val="28"/>
          <w:szCs w:val="28"/>
        </w:rPr>
        <w:t>центру соціальних служб</w:t>
      </w:r>
      <w:r w:rsidRPr="00D55E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Ніжинської міської ради Чернігівської області </w:t>
      </w:r>
      <w:r w:rsidRPr="006C7F1D">
        <w:rPr>
          <w:sz w:val="28"/>
          <w:szCs w:val="28"/>
        </w:rPr>
        <w:t>Кучеровській Н.М.:</w:t>
      </w:r>
    </w:p>
    <w:p w:rsidR="00C14E78" w:rsidRPr="006C7F1D" w:rsidRDefault="00C14E78" w:rsidP="006C7F1D">
      <w:pPr>
        <w:tabs>
          <w:tab w:val="left" w:pos="540"/>
        </w:tabs>
        <w:jc w:val="both"/>
        <w:rPr>
          <w:sz w:val="28"/>
          <w:szCs w:val="28"/>
        </w:rPr>
      </w:pPr>
      <w:r w:rsidRPr="006C7F1D">
        <w:rPr>
          <w:sz w:val="28"/>
          <w:szCs w:val="28"/>
        </w:rPr>
        <w:t xml:space="preserve">   </w:t>
      </w:r>
      <w:r w:rsidRPr="006C7F1D">
        <w:rPr>
          <w:sz w:val="28"/>
          <w:szCs w:val="28"/>
        </w:rPr>
        <w:tab/>
      </w:r>
      <w:r>
        <w:rPr>
          <w:sz w:val="28"/>
          <w:szCs w:val="28"/>
        </w:rPr>
        <w:t>4</w:t>
      </w:r>
      <w:r w:rsidRPr="006C7F1D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6C7F1D">
        <w:rPr>
          <w:sz w:val="28"/>
          <w:szCs w:val="28"/>
        </w:rPr>
        <w:t>. забезпечити оприлюднення рішення на офіційному сайті Ніжинської міської ради протягом п’яти роб</w:t>
      </w:r>
      <w:r>
        <w:rPr>
          <w:sz w:val="28"/>
          <w:szCs w:val="28"/>
        </w:rPr>
        <w:t>очих днів з дня його прийняття;</w:t>
      </w:r>
    </w:p>
    <w:p w:rsidR="00C14E78" w:rsidRPr="00CD197F" w:rsidRDefault="00C14E78" w:rsidP="006C7F1D">
      <w:pPr>
        <w:tabs>
          <w:tab w:val="left" w:pos="540"/>
        </w:tabs>
        <w:jc w:val="both"/>
        <w:rPr>
          <w:sz w:val="28"/>
          <w:szCs w:val="28"/>
        </w:rPr>
      </w:pPr>
      <w:r w:rsidRPr="006C7F1D">
        <w:rPr>
          <w:sz w:val="28"/>
          <w:szCs w:val="28"/>
        </w:rPr>
        <w:tab/>
      </w:r>
      <w:r>
        <w:rPr>
          <w:sz w:val="28"/>
          <w:szCs w:val="28"/>
        </w:rPr>
        <w:t>4</w:t>
      </w:r>
      <w:r w:rsidRPr="006C7F1D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6C7F1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здійснити заходи відповідно до вимог чинного законодавства з реєстрації </w:t>
      </w:r>
      <w:r w:rsidRPr="006C7F1D">
        <w:rPr>
          <w:sz w:val="28"/>
          <w:szCs w:val="28"/>
        </w:rPr>
        <w:t xml:space="preserve">Положення про </w:t>
      </w:r>
      <w:r>
        <w:rPr>
          <w:sz w:val="28"/>
          <w:szCs w:val="28"/>
        </w:rPr>
        <w:t>Ніжинський міський центр соціальних служб Ніжинської міської ради Чернігівської області.</w:t>
      </w:r>
      <w:r w:rsidRPr="00CD197F">
        <w:rPr>
          <w:sz w:val="28"/>
          <w:szCs w:val="28"/>
        </w:rPr>
        <w:t xml:space="preserve"> </w:t>
      </w:r>
    </w:p>
    <w:p w:rsidR="00C14E78" w:rsidRPr="00CD197F" w:rsidRDefault="00C14E78" w:rsidP="0018054D">
      <w:pPr>
        <w:tabs>
          <w:tab w:val="left" w:pos="54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D197F">
        <w:rPr>
          <w:sz w:val="28"/>
          <w:szCs w:val="28"/>
        </w:rPr>
        <w:t xml:space="preserve">. Організацію виконання рішення покласти на заступника міського голови з питань діяльності виконавчих органів ради Грозенко І.В. </w:t>
      </w:r>
    </w:p>
    <w:p w:rsidR="00C14E78" w:rsidRDefault="00C14E78" w:rsidP="00941BEA">
      <w:pPr>
        <w:tabs>
          <w:tab w:val="left" w:pos="540"/>
        </w:tabs>
        <w:jc w:val="both"/>
        <w:rPr>
          <w:rStyle w:val="FontStyle15"/>
          <w:sz w:val="28"/>
          <w:szCs w:val="28"/>
          <w:lang w:eastAsia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6</w:t>
      </w:r>
      <w:r w:rsidRPr="00CD197F">
        <w:rPr>
          <w:sz w:val="28"/>
          <w:szCs w:val="28"/>
        </w:rPr>
        <w:t xml:space="preserve">. </w:t>
      </w:r>
      <w:r w:rsidRPr="00CD197F">
        <w:rPr>
          <w:rStyle w:val="FontStyle15"/>
          <w:sz w:val="28"/>
          <w:szCs w:val="28"/>
          <w:lang w:eastAsia="uk-UA"/>
        </w:rPr>
        <w:t xml:space="preserve">Контроль за виконанням рішення покласти на постійну комісію міської ради </w:t>
      </w:r>
      <w:r w:rsidRPr="00CD197F">
        <w:rPr>
          <w:sz w:val="28"/>
          <w:szCs w:val="28"/>
        </w:rPr>
        <w:t>з питань регламенту, законності, охорони прав і свобод громадян, запобігання корупції, адміністративно-територіального устрою,</w:t>
      </w:r>
      <w:r>
        <w:rPr>
          <w:sz w:val="28"/>
          <w:szCs w:val="28"/>
        </w:rPr>
        <w:t xml:space="preserve"> депутатської діяльності та етики (голова комісії Салогуб В.В.). </w:t>
      </w:r>
      <w:r>
        <w:rPr>
          <w:rStyle w:val="FontStyle15"/>
          <w:sz w:val="28"/>
          <w:szCs w:val="28"/>
          <w:lang w:eastAsia="uk-UA"/>
        </w:rPr>
        <w:t xml:space="preserve">   </w:t>
      </w:r>
    </w:p>
    <w:p w:rsidR="00C14E78" w:rsidRDefault="00C14E78" w:rsidP="00941BEA">
      <w:pPr>
        <w:tabs>
          <w:tab w:val="left" w:pos="540"/>
        </w:tabs>
        <w:jc w:val="both"/>
        <w:rPr>
          <w:rStyle w:val="FontStyle15"/>
          <w:sz w:val="28"/>
          <w:szCs w:val="28"/>
          <w:lang w:eastAsia="uk-UA"/>
        </w:rPr>
      </w:pPr>
    </w:p>
    <w:p w:rsidR="00C14E78" w:rsidRDefault="00C14E78" w:rsidP="00941BEA">
      <w:pPr>
        <w:tabs>
          <w:tab w:val="left" w:pos="540"/>
        </w:tabs>
        <w:jc w:val="both"/>
        <w:rPr>
          <w:rStyle w:val="FontStyle15"/>
          <w:sz w:val="28"/>
          <w:szCs w:val="28"/>
          <w:lang w:eastAsia="uk-UA"/>
        </w:rPr>
      </w:pPr>
    </w:p>
    <w:p w:rsidR="00C14E78" w:rsidRDefault="00C14E78" w:rsidP="00941BEA">
      <w:pPr>
        <w:tabs>
          <w:tab w:val="left" w:pos="540"/>
        </w:tabs>
        <w:jc w:val="both"/>
        <w:rPr>
          <w:rStyle w:val="FontStyle15"/>
          <w:sz w:val="28"/>
          <w:szCs w:val="28"/>
          <w:lang w:eastAsia="uk-UA"/>
        </w:rPr>
      </w:pPr>
      <w:r>
        <w:rPr>
          <w:rStyle w:val="FontStyle15"/>
          <w:sz w:val="28"/>
          <w:szCs w:val="28"/>
          <w:lang w:eastAsia="uk-UA"/>
        </w:rPr>
        <w:t xml:space="preserve"> </w:t>
      </w:r>
    </w:p>
    <w:p w:rsidR="00C14E78" w:rsidRDefault="00C14E78" w:rsidP="008A1E97">
      <w:pPr>
        <w:pStyle w:val="Style6"/>
        <w:widowControl/>
        <w:tabs>
          <w:tab w:val="left" w:pos="1056"/>
        </w:tabs>
        <w:spacing w:line="240" w:lineRule="auto"/>
        <w:ind w:firstLine="0"/>
        <w:jc w:val="center"/>
        <w:rPr>
          <w:rStyle w:val="FontStyle15"/>
          <w:sz w:val="28"/>
          <w:szCs w:val="28"/>
          <w:lang w:val="uk-UA" w:eastAsia="uk-UA"/>
        </w:rPr>
      </w:pPr>
      <w:bookmarkStart w:id="0" w:name="_GoBack"/>
      <w:bookmarkEnd w:id="0"/>
    </w:p>
    <w:p w:rsidR="00C14E78" w:rsidRDefault="00C14E78" w:rsidP="008A1E97">
      <w:pPr>
        <w:pStyle w:val="Style6"/>
        <w:widowControl/>
        <w:tabs>
          <w:tab w:val="left" w:pos="1056"/>
        </w:tabs>
        <w:spacing w:line="240" w:lineRule="auto"/>
        <w:ind w:firstLine="0"/>
        <w:jc w:val="center"/>
        <w:rPr>
          <w:rStyle w:val="FontStyle15"/>
          <w:sz w:val="28"/>
          <w:szCs w:val="28"/>
          <w:lang w:val="uk-UA" w:eastAsia="uk-UA"/>
        </w:rPr>
      </w:pPr>
    </w:p>
    <w:p w:rsidR="00C14E78" w:rsidRDefault="00C14E78" w:rsidP="00D35505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sz w:val="28"/>
          <w:szCs w:val="28"/>
          <w:lang w:val="uk-UA" w:eastAsia="uk-UA"/>
        </w:rPr>
      </w:pPr>
      <w:r>
        <w:rPr>
          <w:rStyle w:val="FontStyle15"/>
          <w:sz w:val="28"/>
          <w:szCs w:val="28"/>
          <w:lang w:val="uk-UA" w:eastAsia="uk-UA"/>
        </w:rPr>
        <w:t>Міський голова</w:t>
      </w:r>
      <w:r>
        <w:rPr>
          <w:rStyle w:val="FontStyle15"/>
          <w:sz w:val="28"/>
          <w:szCs w:val="28"/>
          <w:lang w:val="uk-UA" w:eastAsia="uk-UA"/>
        </w:rPr>
        <w:tab/>
      </w:r>
      <w:r>
        <w:rPr>
          <w:rStyle w:val="FontStyle15"/>
          <w:sz w:val="28"/>
          <w:szCs w:val="28"/>
          <w:lang w:val="uk-UA" w:eastAsia="uk-UA"/>
        </w:rPr>
        <w:tab/>
        <w:t xml:space="preserve">          </w:t>
      </w:r>
      <w:r>
        <w:rPr>
          <w:rStyle w:val="FontStyle15"/>
          <w:sz w:val="28"/>
          <w:szCs w:val="28"/>
          <w:lang w:val="uk-UA" w:eastAsia="uk-UA"/>
        </w:rPr>
        <w:tab/>
      </w:r>
      <w:r>
        <w:rPr>
          <w:rStyle w:val="FontStyle15"/>
          <w:sz w:val="28"/>
          <w:szCs w:val="28"/>
          <w:lang w:val="uk-UA" w:eastAsia="uk-UA"/>
        </w:rPr>
        <w:tab/>
      </w:r>
      <w:r>
        <w:rPr>
          <w:rStyle w:val="FontStyle15"/>
          <w:sz w:val="28"/>
          <w:szCs w:val="28"/>
          <w:lang w:val="uk-UA" w:eastAsia="uk-UA"/>
        </w:rPr>
        <w:tab/>
      </w:r>
      <w:r>
        <w:rPr>
          <w:rStyle w:val="FontStyle15"/>
          <w:sz w:val="28"/>
          <w:szCs w:val="28"/>
          <w:lang w:val="uk-UA" w:eastAsia="uk-UA"/>
        </w:rPr>
        <w:tab/>
      </w:r>
      <w:r>
        <w:rPr>
          <w:rStyle w:val="FontStyle15"/>
          <w:sz w:val="28"/>
          <w:szCs w:val="28"/>
          <w:lang w:val="uk-UA" w:eastAsia="uk-UA"/>
        </w:rPr>
        <w:tab/>
        <w:t xml:space="preserve">      Олександр КОДОЛА</w:t>
      </w:r>
    </w:p>
    <w:p w:rsidR="00C14E78" w:rsidRDefault="00C14E78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C14E78" w:rsidRDefault="00C14E78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C14E78" w:rsidRDefault="00C14E78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C14E78" w:rsidRDefault="00C14E78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C14E78" w:rsidRDefault="00C14E78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C14E78" w:rsidRDefault="00C14E78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C14E78" w:rsidRDefault="00C14E78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C14E78" w:rsidRDefault="00C14E78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C14E78" w:rsidRDefault="00C14E78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C14E78" w:rsidRDefault="00C14E78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C14E78" w:rsidRDefault="00C14E78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C14E78" w:rsidRDefault="00C14E78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C14E78" w:rsidRDefault="00C14E78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C14E78" w:rsidRDefault="00C14E78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C14E78" w:rsidRDefault="00C14E78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C14E78" w:rsidRDefault="00C14E78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C14E78" w:rsidRDefault="00C14E78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C14E78" w:rsidRDefault="00C14E78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C14E78" w:rsidRDefault="00C14E78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C14E78" w:rsidRDefault="00C14E78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C14E78" w:rsidRDefault="00C14E78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C14E78" w:rsidRDefault="00C14E78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C14E78" w:rsidRDefault="00C14E78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C14E78" w:rsidRDefault="00C14E78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C14E78" w:rsidRDefault="00C14E78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C14E78" w:rsidRDefault="00C14E78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C14E78" w:rsidRDefault="00C14E78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C14E78" w:rsidRDefault="00C14E78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C14E78" w:rsidRDefault="00C14E78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C14E78" w:rsidRDefault="00C14E78" w:rsidP="00F12A7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</w:t>
      </w:r>
    </w:p>
    <w:p w:rsidR="00C14E78" w:rsidRDefault="00C14E78" w:rsidP="00F12A70">
      <w:pPr>
        <w:rPr>
          <w:bCs/>
          <w:sz w:val="28"/>
          <w:szCs w:val="28"/>
        </w:rPr>
      </w:pPr>
    </w:p>
    <w:p w:rsidR="00C14E78" w:rsidRDefault="00C14E78" w:rsidP="00F12A7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Візують :</w:t>
      </w:r>
    </w:p>
    <w:p w:rsidR="00C14E78" w:rsidRDefault="00C14E78" w:rsidP="00F12A70">
      <w:pPr>
        <w:rPr>
          <w:bCs/>
          <w:sz w:val="28"/>
          <w:szCs w:val="28"/>
        </w:rPr>
      </w:pPr>
    </w:p>
    <w:p w:rsidR="00C14E78" w:rsidRDefault="00C14E78" w:rsidP="00F12A7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Заступник міського голови </w:t>
      </w:r>
    </w:p>
    <w:p w:rsidR="00C14E78" w:rsidRDefault="00C14E78" w:rsidP="00F12A7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 питань діяльності виконавчих </w:t>
      </w:r>
    </w:p>
    <w:p w:rsidR="00C14E78" w:rsidRDefault="00C14E78" w:rsidP="00F12A7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органів ради                                                                               Ірина ГРОЗЕНКО                                                                                                                      </w:t>
      </w:r>
    </w:p>
    <w:p w:rsidR="00C14E78" w:rsidRDefault="00C14E78" w:rsidP="00F12A70">
      <w:pPr>
        <w:rPr>
          <w:b/>
          <w:bCs/>
          <w:sz w:val="28"/>
          <w:szCs w:val="28"/>
        </w:rPr>
      </w:pPr>
    </w:p>
    <w:p w:rsidR="00C14E78" w:rsidRDefault="00C14E78" w:rsidP="00F12A70">
      <w:pPr>
        <w:rPr>
          <w:bCs/>
          <w:sz w:val="16"/>
          <w:szCs w:val="16"/>
        </w:rPr>
      </w:pPr>
    </w:p>
    <w:p w:rsidR="00C14E78" w:rsidRDefault="00C14E78" w:rsidP="00F12A7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Начальник відділу юридично-кадрового </w:t>
      </w:r>
    </w:p>
    <w:p w:rsidR="00C14E78" w:rsidRDefault="00C14E78" w:rsidP="00F12A7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забезпечення апарату виконавчого комітету </w:t>
      </w:r>
    </w:p>
    <w:p w:rsidR="00C14E78" w:rsidRDefault="00C14E78" w:rsidP="00F12A7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Ніжинської міської ради                                                           В’ячеслав ЛЕГА</w:t>
      </w:r>
    </w:p>
    <w:p w:rsidR="00C14E78" w:rsidRDefault="00C14E78" w:rsidP="00F12A70">
      <w:pPr>
        <w:rPr>
          <w:bCs/>
          <w:sz w:val="28"/>
          <w:szCs w:val="28"/>
        </w:rPr>
      </w:pPr>
    </w:p>
    <w:p w:rsidR="00C14E78" w:rsidRDefault="00C14E78" w:rsidP="00F12A70">
      <w:pPr>
        <w:rPr>
          <w:bCs/>
          <w:sz w:val="28"/>
          <w:szCs w:val="28"/>
        </w:rPr>
      </w:pPr>
    </w:p>
    <w:p w:rsidR="00C14E78" w:rsidRDefault="00C14E78" w:rsidP="00F12A7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Начальник фінансового управління </w:t>
      </w:r>
      <w:r>
        <w:rPr>
          <w:bCs/>
          <w:sz w:val="28"/>
          <w:szCs w:val="28"/>
        </w:rPr>
        <w:tab/>
        <w:t xml:space="preserve">          </w:t>
      </w:r>
      <w:r>
        <w:rPr>
          <w:bCs/>
          <w:sz w:val="28"/>
          <w:szCs w:val="28"/>
        </w:rPr>
        <w:tab/>
        <w:t xml:space="preserve">               Людмила ПИСАРЕНКО</w:t>
      </w:r>
    </w:p>
    <w:p w:rsidR="00C14E78" w:rsidRDefault="00C14E78" w:rsidP="00F12A70">
      <w:pPr>
        <w:rPr>
          <w:bCs/>
          <w:sz w:val="28"/>
          <w:szCs w:val="28"/>
        </w:rPr>
      </w:pPr>
    </w:p>
    <w:p w:rsidR="00C14E78" w:rsidRDefault="00C14E78" w:rsidP="00F12A7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Директор Ніжинського міського </w:t>
      </w:r>
    </w:p>
    <w:p w:rsidR="00C14E78" w:rsidRDefault="00C14E78" w:rsidP="00F12A7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центру соціальних служб для</w:t>
      </w:r>
    </w:p>
    <w:p w:rsidR="00C14E78" w:rsidRDefault="00C14E78" w:rsidP="00F12A7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сім'ї, дітей та молоді                                                           Наталія КУЧЕРОВСЬКА </w:t>
      </w:r>
    </w:p>
    <w:p w:rsidR="00C14E78" w:rsidRDefault="00C14E78" w:rsidP="00F12A70">
      <w:pPr>
        <w:rPr>
          <w:bCs/>
          <w:sz w:val="28"/>
          <w:szCs w:val="28"/>
        </w:rPr>
      </w:pPr>
    </w:p>
    <w:p w:rsidR="00C14E78" w:rsidRDefault="00C14E78" w:rsidP="00F12A7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Начальник управління соціального </w:t>
      </w:r>
    </w:p>
    <w:p w:rsidR="00C14E78" w:rsidRDefault="00C14E78" w:rsidP="00F12A7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захисту населення Ніжинської міської ради                         Валентина КУЛІНІЧ</w:t>
      </w:r>
    </w:p>
    <w:p w:rsidR="00C14E78" w:rsidRDefault="00C14E78" w:rsidP="00F12A70">
      <w:pPr>
        <w:rPr>
          <w:bCs/>
          <w:sz w:val="28"/>
          <w:szCs w:val="28"/>
        </w:rPr>
      </w:pPr>
    </w:p>
    <w:p w:rsidR="00C14E78" w:rsidRDefault="00C14E78" w:rsidP="00F12A7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Голова постійної комісії міської ради </w:t>
      </w:r>
    </w:p>
    <w:p w:rsidR="00C14E78" w:rsidRDefault="00C14E78" w:rsidP="00F12A7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з питань регламенту, законності,</w:t>
      </w:r>
    </w:p>
    <w:p w:rsidR="00C14E78" w:rsidRDefault="00C14E78" w:rsidP="00F12A7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охорони прав і свобод громадян, запобігання</w:t>
      </w:r>
    </w:p>
    <w:p w:rsidR="00C14E78" w:rsidRDefault="00C14E78" w:rsidP="00F12A7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корупції, адміністративно-територіального </w:t>
      </w:r>
    </w:p>
    <w:p w:rsidR="00C14E78" w:rsidRDefault="00C14E78" w:rsidP="00F12A70">
      <w:pPr>
        <w:rPr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устрою, депутатської діяльності та етики </w:t>
      </w:r>
      <w:r>
        <w:rPr>
          <w:bCs/>
          <w:sz w:val="28"/>
          <w:szCs w:val="28"/>
        </w:rPr>
        <w:tab/>
        <w:t xml:space="preserve">                    Валерій САЛОГУБ</w:t>
      </w:r>
    </w:p>
    <w:p w:rsidR="00C14E78" w:rsidRDefault="00C14E78" w:rsidP="00F12A70">
      <w:pPr>
        <w:tabs>
          <w:tab w:val="left" w:pos="284"/>
        </w:tabs>
        <w:ind w:firstLine="284"/>
        <w:rPr>
          <w:bCs/>
          <w:sz w:val="28"/>
          <w:szCs w:val="28"/>
        </w:rPr>
      </w:pPr>
    </w:p>
    <w:p w:rsidR="00C14E78" w:rsidRDefault="00C14E78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C14E78" w:rsidRPr="005F70F4" w:rsidRDefault="00C14E78" w:rsidP="005F70F4">
      <w:pPr>
        <w:pStyle w:val="BodyText"/>
        <w:spacing w:line="240" w:lineRule="auto"/>
        <w:ind w:right="-185"/>
        <w:rPr>
          <w:rFonts w:ascii="Times New Roman" w:hAnsi="Times New Roman"/>
          <w:bCs/>
          <w:sz w:val="28"/>
          <w:szCs w:val="28"/>
          <w:lang w:val="uk-UA"/>
        </w:rPr>
      </w:pPr>
      <w:r w:rsidRPr="005F70F4">
        <w:rPr>
          <w:rFonts w:ascii="Times New Roman" w:hAnsi="Times New Roman"/>
          <w:sz w:val="28"/>
          <w:szCs w:val="28"/>
          <w:lang w:val="uk-UA"/>
        </w:rPr>
        <w:t xml:space="preserve">Голова комісії </w:t>
      </w:r>
      <w:r w:rsidRPr="005F70F4">
        <w:rPr>
          <w:rFonts w:ascii="Times New Roman" w:hAnsi="Times New Roman"/>
          <w:bCs/>
          <w:sz w:val="28"/>
          <w:szCs w:val="28"/>
          <w:lang w:val="uk-UA"/>
        </w:rPr>
        <w:t>з питань освіти,</w:t>
      </w:r>
    </w:p>
    <w:p w:rsidR="00C14E78" w:rsidRPr="005F70F4" w:rsidRDefault="00C14E78" w:rsidP="005F70F4">
      <w:pPr>
        <w:pStyle w:val="BodyText"/>
        <w:spacing w:line="240" w:lineRule="auto"/>
        <w:ind w:right="-185"/>
        <w:rPr>
          <w:rFonts w:ascii="Times New Roman" w:hAnsi="Times New Roman"/>
          <w:bCs/>
          <w:sz w:val="28"/>
          <w:szCs w:val="28"/>
          <w:lang w:val="uk-UA"/>
        </w:rPr>
      </w:pPr>
      <w:r w:rsidRPr="005F70F4">
        <w:rPr>
          <w:rFonts w:ascii="Times New Roman" w:hAnsi="Times New Roman"/>
          <w:bCs/>
          <w:sz w:val="28"/>
          <w:szCs w:val="28"/>
          <w:lang w:val="uk-UA"/>
        </w:rPr>
        <w:t xml:space="preserve">охорони здоров’я, соціального захисту, </w:t>
      </w:r>
    </w:p>
    <w:p w:rsidR="00C14E78" w:rsidRPr="005F70F4" w:rsidRDefault="00C14E78" w:rsidP="005F70F4">
      <w:pPr>
        <w:pStyle w:val="BodyText"/>
        <w:spacing w:line="240" w:lineRule="auto"/>
        <w:ind w:right="-185"/>
        <w:rPr>
          <w:rFonts w:ascii="Times New Roman" w:hAnsi="Times New Roman"/>
          <w:bCs/>
          <w:sz w:val="28"/>
          <w:szCs w:val="28"/>
          <w:lang w:val="uk-UA"/>
        </w:rPr>
      </w:pPr>
      <w:r w:rsidRPr="005F70F4">
        <w:rPr>
          <w:rFonts w:ascii="Times New Roman" w:hAnsi="Times New Roman"/>
          <w:bCs/>
          <w:sz w:val="28"/>
          <w:szCs w:val="28"/>
          <w:lang w:val="uk-UA"/>
        </w:rPr>
        <w:t xml:space="preserve">культури, туризму, молодіжної політики </w:t>
      </w:r>
    </w:p>
    <w:p w:rsidR="00C14E78" w:rsidRPr="005F70F4" w:rsidRDefault="00C14E78" w:rsidP="005F70F4">
      <w:pPr>
        <w:pStyle w:val="BodyText"/>
        <w:spacing w:line="240" w:lineRule="auto"/>
        <w:ind w:right="-185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5F70F4">
        <w:rPr>
          <w:rFonts w:ascii="Times New Roman" w:hAnsi="Times New Roman"/>
          <w:bCs/>
          <w:sz w:val="28"/>
          <w:szCs w:val="28"/>
          <w:lang w:val="uk-UA"/>
        </w:rPr>
        <w:t xml:space="preserve">та спорту </w:t>
      </w:r>
      <w:r w:rsidRPr="005F70F4">
        <w:rPr>
          <w:rFonts w:ascii="Times New Roman" w:hAnsi="Times New Roman"/>
          <w:bCs/>
          <w:sz w:val="28"/>
          <w:szCs w:val="28"/>
          <w:lang w:val="uk-UA"/>
        </w:rPr>
        <w:tab/>
      </w:r>
      <w:r w:rsidRPr="005F70F4">
        <w:rPr>
          <w:rFonts w:ascii="Times New Roman" w:hAnsi="Times New Roman"/>
          <w:bCs/>
          <w:sz w:val="28"/>
          <w:szCs w:val="28"/>
          <w:lang w:val="uk-UA"/>
        </w:rPr>
        <w:tab/>
      </w:r>
      <w:r w:rsidRPr="005F70F4">
        <w:rPr>
          <w:rFonts w:ascii="Times New Roman" w:hAnsi="Times New Roman"/>
          <w:bCs/>
          <w:sz w:val="28"/>
          <w:szCs w:val="28"/>
          <w:lang w:val="uk-UA"/>
        </w:rPr>
        <w:tab/>
      </w:r>
      <w:r w:rsidRPr="005F70F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ab/>
      </w:r>
      <w:r w:rsidRPr="005F70F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ab/>
      </w:r>
      <w:r w:rsidRPr="005F70F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ab/>
      </w:r>
      <w:r w:rsidRPr="005F70F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ab/>
      </w:r>
      <w:r w:rsidRPr="005F70F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</w:t>
      </w:r>
      <w:r w:rsidRPr="005F70F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Світлана КІРСАНОВА</w:t>
      </w:r>
    </w:p>
    <w:p w:rsidR="00C14E78" w:rsidRDefault="00C14E78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C14E78" w:rsidRDefault="00C14E78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C14E78" w:rsidRDefault="00C14E78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C14E78" w:rsidRDefault="00C14E78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C14E78" w:rsidRDefault="00C14E78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C14E78" w:rsidRDefault="00C14E78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C14E78" w:rsidRDefault="00C14E78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C14E78" w:rsidRDefault="00C14E78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C14E78" w:rsidRDefault="00C14E78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C14E78" w:rsidRDefault="00C14E78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C14E78" w:rsidRDefault="00C14E78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C14E78" w:rsidRDefault="00C14E78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C14E78" w:rsidRDefault="00C14E78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ЗАТВЕРДЖЕНО</w:t>
      </w:r>
    </w:p>
    <w:p w:rsidR="00C14E78" w:rsidRDefault="00C14E78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рішення Ніжинської міської ради</w:t>
      </w:r>
    </w:p>
    <w:p w:rsidR="00C14E78" w:rsidRDefault="00C14E78" w:rsidP="00053B21">
      <w:pPr>
        <w:tabs>
          <w:tab w:val="left" w:pos="284"/>
        </w:tabs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від 23.11.2021р. № 41-16/2021     </w:t>
      </w:r>
    </w:p>
    <w:p w:rsidR="00C14E78" w:rsidRDefault="00C14E78" w:rsidP="007C6165">
      <w:pPr>
        <w:tabs>
          <w:tab w:val="left" w:pos="284"/>
          <w:tab w:val="left" w:pos="540"/>
        </w:tabs>
        <w:ind w:firstLine="284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16 сесія </w:t>
      </w:r>
      <w:r>
        <w:rPr>
          <w:bCs/>
          <w:sz w:val="28"/>
          <w:szCs w:val="28"/>
          <w:lang w:val="en-US"/>
        </w:rPr>
        <w:t>VI</w:t>
      </w:r>
      <w:r>
        <w:rPr>
          <w:bCs/>
          <w:sz w:val="28"/>
          <w:szCs w:val="28"/>
        </w:rPr>
        <w:t>І</w:t>
      </w:r>
      <w:r>
        <w:rPr>
          <w:bCs/>
          <w:sz w:val="28"/>
          <w:szCs w:val="28"/>
          <w:lang w:val="en-US"/>
        </w:rPr>
        <w:t>I</w:t>
      </w:r>
      <w:r w:rsidRPr="00BA30EB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скликання</w:t>
      </w:r>
    </w:p>
    <w:p w:rsidR="00C14E78" w:rsidRDefault="00C14E78" w:rsidP="00BA30EB">
      <w:pPr>
        <w:tabs>
          <w:tab w:val="left" w:pos="284"/>
        </w:tabs>
        <w:ind w:firstLine="284"/>
        <w:jc w:val="both"/>
        <w:rPr>
          <w:bCs/>
          <w:sz w:val="28"/>
          <w:szCs w:val="28"/>
        </w:rPr>
      </w:pPr>
    </w:p>
    <w:p w:rsidR="00C14E78" w:rsidRDefault="00C14E78" w:rsidP="00BA30EB">
      <w:pPr>
        <w:tabs>
          <w:tab w:val="left" w:pos="284"/>
        </w:tabs>
        <w:ind w:firstLine="284"/>
        <w:jc w:val="both"/>
        <w:rPr>
          <w:bCs/>
          <w:sz w:val="28"/>
          <w:szCs w:val="28"/>
        </w:rPr>
      </w:pPr>
    </w:p>
    <w:p w:rsidR="00C14E78" w:rsidRDefault="00C14E78" w:rsidP="00BA30EB">
      <w:pPr>
        <w:tabs>
          <w:tab w:val="left" w:pos="284"/>
        </w:tabs>
        <w:ind w:firstLine="284"/>
        <w:jc w:val="both"/>
        <w:rPr>
          <w:bCs/>
          <w:sz w:val="28"/>
          <w:szCs w:val="28"/>
        </w:rPr>
      </w:pPr>
    </w:p>
    <w:p w:rsidR="00C14E78" w:rsidRDefault="00C14E78" w:rsidP="00BA30EB">
      <w:pPr>
        <w:tabs>
          <w:tab w:val="left" w:pos="284"/>
        </w:tabs>
        <w:ind w:firstLine="284"/>
        <w:jc w:val="both"/>
        <w:rPr>
          <w:bCs/>
          <w:sz w:val="28"/>
          <w:szCs w:val="28"/>
        </w:rPr>
      </w:pPr>
    </w:p>
    <w:p w:rsidR="00C14E78" w:rsidRDefault="00C14E78" w:rsidP="00BA30EB">
      <w:pPr>
        <w:tabs>
          <w:tab w:val="left" w:pos="284"/>
        </w:tabs>
        <w:ind w:firstLine="284"/>
        <w:jc w:val="both"/>
        <w:rPr>
          <w:bCs/>
          <w:sz w:val="28"/>
          <w:szCs w:val="28"/>
        </w:rPr>
      </w:pPr>
    </w:p>
    <w:p w:rsidR="00C14E78" w:rsidRDefault="00C14E78" w:rsidP="00BA30EB">
      <w:pPr>
        <w:tabs>
          <w:tab w:val="left" w:pos="284"/>
        </w:tabs>
        <w:ind w:firstLine="284"/>
        <w:jc w:val="both"/>
        <w:rPr>
          <w:bCs/>
          <w:sz w:val="28"/>
          <w:szCs w:val="28"/>
        </w:rPr>
      </w:pPr>
    </w:p>
    <w:p w:rsidR="00C14E78" w:rsidRDefault="00C14E78" w:rsidP="00BA30EB">
      <w:pPr>
        <w:tabs>
          <w:tab w:val="left" w:pos="284"/>
        </w:tabs>
        <w:ind w:firstLine="284"/>
        <w:jc w:val="both"/>
        <w:rPr>
          <w:bCs/>
          <w:sz w:val="28"/>
          <w:szCs w:val="28"/>
        </w:rPr>
      </w:pPr>
    </w:p>
    <w:p w:rsidR="00C14E78" w:rsidRDefault="00C14E78" w:rsidP="00BA30EB">
      <w:pPr>
        <w:tabs>
          <w:tab w:val="left" w:pos="284"/>
        </w:tabs>
        <w:ind w:firstLine="284"/>
        <w:jc w:val="both"/>
        <w:rPr>
          <w:bCs/>
          <w:sz w:val="28"/>
          <w:szCs w:val="28"/>
        </w:rPr>
      </w:pPr>
    </w:p>
    <w:p w:rsidR="00C14E78" w:rsidRDefault="00C14E78" w:rsidP="00BA30EB">
      <w:pPr>
        <w:tabs>
          <w:tab w:val="left" w:pos="284"/>
        </w:tabs>
        <w:ind w:firstLine="284"/>
        <w:jc w:val="both"/>
        <w:rPr>
          <w:bCs/>
          <w:sz w:val="28"/>
          <w:szCs w:val="28"/>
        </w:rPr>
      </w:pPr>
    </w:p>
    <w:p w:rsidR="00C14E78" w:rsidRDefault="00C14E78" w:rsidP="00BA30EB">
      <w:pPr>
        <w:tabs>
          <w:tab w:val="left" w:pos="284"/>
        </w:tabs>
        <w:ind w:firstLine="284"/>
        <w:jc w:val="both"/>
        <w:rPr>
          <w:bCs/>
          <w:sz w:val="28"/>
          <w:szCs w:val="28"/>
        </w:rPr>
      </w:pPr>
    </w:p>
    <w:p w:rsidR="00C14E78" w:rsidRDefault="00C14E78" w:rsidP="00BA30EB">
      <w:pPr>
        <w:tabs>
          <w:tab w:val="left" w:pos="284"/>
        </w:tabs>
        <w:ind w:firstLine="2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ПОЛОЖЕННЯ</w:t>
      </w:r>
    </w:p>
    <w:p w:rsidR="00C14E78" w:rsidRDefault="00C14E78" w:rsidP="00BA30EB">
      <w:pPr>
        <w:tabs>
          <w:tab w:val="left" w:pos="284"/>
        </w:tabs>
        <w:ind w:firstLine="2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 НІЖИНСЬКИЙ МІСЬКИЙ</w:t>
      </w:r>
    </w:p>
    <w:p w:rsidR="00C14E78" w:rsidRDefault="00C14E78" w:rsidP="00BA30EB">
      <w:pPr>
        <w:tabs>
          <w:tab w:val="left" w:pos="284"/>
        </w:tabs>
        <w:ind w:firstLine="2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ЦЕНТР СОЦІАЛЬНИХ СЛУЖБ НІЖИНСЬКОЇ МІСЬКОЇ РАДИ ЧЕРНІГІВСЬКОЇ ОБЛАСТІ</w:t>
      </w:r>
    </w:p>
    <w:p w:rsidR="00C14E78" w:rsidRPr="00F326F4" w:rsidRDefault="00C14E78" w:rsidP="00BA30EB">
      <w:pPr>
        <w:tabs>
          <w:tab w:val="left" w:pos="284"/>
        </w:tabs>
        <w:ind w:firstLine="28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Ідентифікаційний код в ЄДРПОУ 24835904</w:t>
      </w:r>
    </w:p>
    <w:p w:rsidR="00C14E78" w:rsidRDefault="00C14E78" w:rsidP="00BA30EB">
      <w:pPr>
        <w:tabs>
          <w:tab w:val="left" w:pos="284"/>
        </w:tabs>
        <w:ind w:firstLine="284"/>
        <w:jc w:val="center"/>
        <w:rPr>
          <w:b/>
          <w:bCs/>
          <w:sz w:val="28"/>
          <w:szCs w:val="28"/>
        </w:rPr>
      </w:pPr>
    </w:p>
    <w:p w:rsidR="00C14E78" w:rsidRDefault="00C14E78" w:rsidP="00BA30EB">
      <w:pPr>
        <w:tabs>
          <w:tab w:val="left" w:pos="284"/>
        </w:tabs>
        <w:ind w:firstLine="28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(Нова редакція)</w:t>
      </w:r>
    </w:p>
    <w:p w:rsidR="00C14E78" w:rsidRDefault="00C14E78" w:rsidP="00BA30EB">
      <w:pPr>
        <w:tabs>
          <w:tab w:val="left" w:pos="284"/>
        </w:tabs>
        <w:ind w:firstLine="284"/>
        <w:jc w:val="both"/>
        <w:rPr>
          <w:bCs/>
          <w:sz w:val="28"/>
          <w:szCs w:val="28"/>
        </w:rPr>
      </w:pPr>
    </w:p>
    <w:p w:rsidR="00C14E78" w:rsidRDefault="00C14E78" w:rsidP="00BA30EB">
      <w:pPr>
        <w:tabs>
          <w:tab w:val="left" w:pos="284"/>
        </w:tabs>
        <w:ind w:firstLine="284"/>
        <w:jc w:val="both"/>
        <w:rPr>
          <w:bCs/>
          <w:sz w:val="28"/>
          <w:szCs w:val="28"/>
        </w:rPr>
      </w:pPr>
    </w:p>
    <w:p w:rsidR="00C14E78" w:rsidRDefault="00C14E78" w:rsidP="00BA30EB">
      <w:pPr>
        <w:tabs>
          <w:tab w:val="left" w:pos="284"/>
        </w:tabs>
        <w:ind w:firstLine="284"/>
        <w:jc w:val="both"/>
        <w:rPr>
          <w:bCs/>
          <w:sz w:val="28"/>
          <w:szCs w:val="28"/>
        </w:rPr>
      </w:pPr>
    </w:p>
    <w:p w:rsidR="00C14E78" w:rsidRDefault="00C14E78" w:rsidP="00BA30EB">
      <w:pPr>
        <w:tabs>
          <w:tab w:val="left" w:pos="284"/>
        </w:tabs>
        <w:ind w:firstLine="284"/>
        <w:jc w:val="both"/>
        <w:rPr>
          <w:bCs/>
          <w:sz w:val="28"/>
          <w:szCs w:val="28"/>
        </w:rPr>
      </w:pPr>
    </w:p>
    <w:p w:rsidR="00C14E78" w:rsidRDefault="00C14E78" w:rsidP="00BA30EB">
      <w:pPr>
        <w:tabs>
          <w:tab w:val="left" w:pos="284"/>
        </w:tabs>
        <w:ind w:firstLine="284"/>
        <w:jc w:val="both"/>
        <w:rPr>
          <w:bCs/>
          <w:sz w:val="28"/>
          <w:szCs w:val="28"/>
        </w:rPr>
      </w:pPr>
    </w:p>
    <w:p w:rsidR="00C14E78" w:rsidRDefault="00C14E78" w:rsidP="00BA30EB">
      <w:pPr>
        <w:tabs>
          <w:tab w:val="left" w:pos="284"/>
        </w:tabs>
        <w:ind w:firstLine="284"/>
        <w:jc w:val="both"/>
        <w:rPr>
          <w:bCs/>
          <w:sz w:val="28"/>
          <w:szCs w:val="28"/>
        </w:rPr>
      </w:pPr>
    </w:p>
    <w:p w:rsidR="00C14E78" w:rsidRDefault="00C14E78" w:rsidP="00BA30EB">
      <w:pPr>
        <w:tabs>
          <w:tab w:val="left" w:pos="284"/>
        </w:tabs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</w:t>
      </w:r>
    </w:p>
    <w:p w:rsidR="00C14E78" w:rsidRDefault="00C14E78" w:rsidP="00BA30EB">
      <w:pPr>
        <w:tabs>
          <w:tab w:val="left" w:pos="567"/>
          <w:tab w:val="left" w:pos="709"/>
        </w:tabs>
        <w:jc w:val="both"/>
        <w:rPr>
          <w:bCs/>
          <w:sz w:val="28"/>
          <w:szCs w:val="28"/>
        </w:rPr>
      </w:pPr>
    </w:p>
    <w:p w:rsidR="00C14E78" w:rsidRDefault="00C14E78" w:rsidP="00BA30EB">
      <w:pPr>
        <w:tabs>
          <w:tab w:val="left" w:pos="567"/>
          <w:tab w:val="left" w:pos="709"/>
        </w:tabs>
        <w:jc w:val="both"/>
        <w:rPr>
          <w:bCs/>
          <w:sz w:val="28"/>
          <w:szCs w:val="28"/>
        </w:rPr>
      </w:pPr>
    </w:p>
    <w:p w:rsidR="00C14E78" w:rsidRDefault="00C14E78" w:rsidP="00BA30EB">
      <w:pPr>
        <w:tabs>
          <w:tab w:val="left" w:pos="567"/>
          <w:tab w:val="left" w:pos="709"/>
        </w:tabs>
        <w:jc w:val="both"/>
        <w:rPr>
          <w:bCs/>
          <w:sz w:val="28"/>
          <w:szCs w:val="28"/>
        </w:rPr>
      </w:pPr>
    </w:p>
    <w:p w:rsidR="00C14E78" w:rsidRDefault="00C14E78" w:rsidP="00BA30EB">
      <w:pPr>
        <w:tabs>
          <w:tab w:val="left" w:pos="567"/>
          <w:tab w:val="left" w:pos="709"/>
        </w:tabs>
        <w:jc w:val="both"/>
        <w:rPr>
          <w:bCs/>
          <w:sz w:val="28"/>
          <w:szCs w:val="28"/>
        </w:rPr>
      </w:pPr>
    </w:p>
    <w:p w:rsidR="00C14E78" w:rsidRDefault="00C14E78" w:rsidP="00BA30EB">
      <w:pPr>
        <w:tabs>
          <w:tab w:val="left" w:pos="567"/>
          <w:tab w:val="left" w:pos="709"/>
        </w:tabs>
        <w:jc w:val="both"/>
        <w:rPr>
          <w:bCs/>
          <w:sz w:val="28"/>
          <w:szCs w:val="28"/>
        </w:rPr>
      </w:pPr>
    </w:p>
    <w:p w:rsidR="00C14E78" w:rsidRDefault="00C14E78" w:rsidP="00BA30EB">
      <w:pPr>
        <w:tabs>
          <w:tab w:val="left" w:pos="567"/>
          <w:tab w:val="left" w:pos="709"/>
        </w:tabs>
        <w:jc w:val="both"/>
        <w:rPr>
          <w:bCs/>
          <w:sz w:val="28"/>
          <w:szCs w:val="28"/>
        </w:rPr>
      </w:pPr>
    </w:p>
    <w:p w:rsidR="00C14E78" w:rsidRDefault="00C14E78" w:rsidP="00BA30EB">
      <w:pPr>
        <w:tabs>
          <w:tab w:val="left" w:pos="567"/>
          <w:tab w:val="left" w:pos="709"/>
        </w:tabs>
        <w:jc w:val="both"/>
        <w:rPr>
          <w:bCs/>
          <w:sz w:val="28"/>
          <w:szCs w:val="28"/>
        </w:rPr>
      </w:pPr>
    </w:p>
    <w:p w:rsidR="00C14E78" w:rsidRDefault="00C14E78" w:rsidP="00BA30EB">
      <w:pPr>
        <w:tabs>
          <w:tab w:val="left" w:pos="567"/>
          <w:tab w:val="left" w:pos="709"/>
        </w:tabs>
        <w:jc w:val="both"/>
        <w:rPr>
          <w:bCs/>
          <w:sz w:val="28"/>
          <w:szCs w:val="28"/>
        </w:rPr>
      </w:pPr>
    </w:p>
    <w:p w:rsidR="00C14E78" w:rsidRDefault="00C14E78" w:rsidP="00BA30EB">
      <w:pPr>
        <w:tabs>
          <w:tab w:val="left" w:pos="567"/>
          <w:tab w:val="left" w:pos="709"/>
        </w:tabs>
        <w:jc w:val="both"/>
        <w:rPr>
          <w:bCs/>
          <w:sz w:val="28"/>
          <w:szCs w:val="28"/>
        </w:rPr>
      </w:pPr>
    </w:p>
    <w:p w:rsidR="00C14E78" w:rsidRDefault="00C14E78" w:rsidP="00BA30EB">
      <w:pPr>
        <w:tabs>
          <w:tab w:val="left" w:pos="567"/>
          <w:tab w:val="left" w:pos="709"/>
        </w:tabs>
        <w:jc w:val="both"/>
        <w:rPr>
          <w:bCs/>
          <w:sz w:val="28"/>
          <w:szCs w:val="28"/>
        </w:rPr>
      </w:pPr>
    </w:p>
    <w:p w:rsidR="00C14E78" w:rsidRDefault="00C14E78" w:rsidP="00BA30EB">
      <w:pPr>
        <w:tabs>
          <w:tab w:val="left" w:pos="567"/>
          <w:tab w:val="left" w:pos="709"/>
        </w:tabs>
        <w:jc w:val="both"/>
        <w:rPr>
          <w:bCs/>
          <w:sz w:val="28"/>
          <w:szCs w:val="28"/>
        </w:rPr>
      </w:pPr>
    </w:p>
    <w:p w:rsidR="00C14E78" w:rsidRDefault="00C14E78" w:rsidP="00BA30EB">
      <w:pPr>
        <w:tabs>
          <w:tab w:val="left" w:pos="567"/>
          <w:tab w:val="left" w:pos="709"/>
        </w:tabs>
        <w:jc w:val="both"/>
        <w:rPr>
          <w:bCs/>
          <w:sz w:val="28"/>
          <w:szCs w:val="28"/>
        </w:rPr>
      </w:pPr>
    </w:p>
    <w:p w:rsidR="00C14E78" w:rsidRDefault="00C14E78" w:rsidP="00BA30EB">
      <w:pPr>
        <w:tabs>
          <w:tab w:val="left" w:pos="567"/>
          <w:tab w:val="left" w:pos="709"/>
        </w:tabs>
        <w:jc w:val="both"/>
        <w:rPr>
          <w:bCs/>
          <w:sz w:val="28"/>
          <w:szCs w:val="28"/>
        </w:rPr>
      </w:pPr>
    </w:p>
    <w:p w:rsidR="00C14E78" w:rsidRDefault="00C14E78" w:rsidP="00BA30EB">
      <w:pPr>
        <w:tabs>
          <w:tab w:val="left" w:pos="567"/>
          <w:tab w:val="left" w:pos="709"/>
        </w:tabs>
        <w:jc w:val="both"/>
        <w:rPr>
          <w:bCs/>
          <w:sz w:val="28"/>
          <w:szCs w:val="28"/>
        </w:rPr>
      </w:pPr>
    </w:p>
    <w:p w:rsidR="00C14E78" w:rsidRDefault="00C14E78" w:rsidP="00BA30EB">
      <w:pPr>
        <w:tabs>
          <w:tab w:val="left" w:pos="567"/>
          <w:tab w:val="left" w:pos="709"/>
        </w:tabs>
        <w:jc w:val="both"/>
        <w:rPr>
          <w:bCs/>
          <w:sz w:val="28"/>
          <w:szCs w:val="28"/>
        </w:rPr>
      </w:pPr>
    </w:p>
    <w:p w:rsidR="00C14E78" w:rsidRDefault="00C14E78" w:rsidP="00C25225">
      <w:pPr>
        <w:tabs>
          <w:tab w:val="left" w:pos="567"/>
          <w:tab w:val="left" w:pos="709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м. Ніжин</w:t>
      </w:r>
    </w:p>
    <w:p w:rsidR="00C14E78" w:rsidRPr="004B6B26" w:rsidRDefault="00C14E78" w:rsidP="00C25225">
      <w:pPr>
        <w:tabs>
          <w:tab w:val="left" w:pos="567"/>
          <w:tab w:val="left" w:pos="709"/>
        </w:tabs>
        <w:jc w:val="center"/>
        <w:rPr>
          <w:sz w:val="28"/>
          <w:szCs w:val="28"/>
          <w:lang w:val="ru-RU"/>
        </w:rPr>
      </w:pPr>
      <w:r>
        <w:rPr>
          <w:bCs/>
          <w:sz w:val="28"/>
          <w:szCs w:val="28"/>
        </w:rPr>
        <w:t>2021 рік</w:t>
      </w:r>
      <w:r>
        <w:t xml:space="preserve">    </w:t>
      </w:r>
    </w:p>
    <w:sectPr w:rsidR="00C14E78" w:rsidRPr="004B6B26" w:rsidSect="000E373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07539"/>
    <w:multiLevelType w:val="hybridMultilevel"/>
    <w:tmpl w:val="BC4A154E"/>
    <w:lvl w:ilvl="0" w:tplc="7A5C9D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C666568"/>
    <w:multiLevelType w:val="hybridMultilevel"/>
    <w:tmpl w:val="BC48A8A4"/>
    <w:lvl w:ilvl="0" w:tplc="7076FA7A">
      <w:start w:val="1"/>
      <w:numFmt w:val="decimal"/>
      <w:lvlText w:val="%1."/>
      <w:lvlJc w:val="left"/>
      <w:pPr>
        <w:tabs>
          <w:tab w:val="num" w:pos="1005"/>
        </w:tabs>
        <w:ind w:left="100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74A4"/>
    <w:rsid w:val="00002FA6"/>
    <w:rsid w:val="00005F5D"/>
    <w:rsid w:val="000121E5"/>
    <w:rsid w:val="00027A68"/>
    <w:rsid w:val="00044725"/>
    <w:rsid w:val="00053B21"/>
    <w:rsid w:val="00062C2A"/>
    <w:rsid w:val="00085AA1"/>
    <w:rsid w:val="00095407"/>
    <w:rsid w:val="000B5B74"/>
    <w:rsid w:val="000D5521"/>
    <w:rsid w:val="000D5F3C"/>
    <w:rsid w:val="000E373A"/>
    <w:rsid w:val="00101E40"/>
    <w:rsid w:val="00102B01"/>
    <w:rsid w:val="00107E85"/>
    <w:rsid w:val="00114422"/>
    <w:rsid w:val="00127BF9"/>
    <w:rsid w:val="00140C44"/>
    <w:rsid w:val="001433B3"/>
    <w:rsid w:val="00173DB5"/>
    <w:rsid w:val="001770D9"/>
    <w:rsid w:val="0018054D"/>
    <w:rsid w:val="001D7DB8"/>
    <w:rsid w:val="001E026D"/>
    <w:rsid w:val="001E3669"/>
    <w:rsid w:val="0020780C"/>
    <w:rsid w:val="00235183"/>
    <w:rsid w:val="00250750"/>
    <w:rsid w:val="0025308A"/>
    <w:rsid w:val="002564BD"/>
    <w:rsid w:val="00267B06"/>
    <w:rsid w:val="00280287"/>
    <w:rsid w:val="00281AD5"/>
    <w:rsid w:val="0029427D"/>
    <w:rsid w:val="002970CE"/>
    <w:rsid w:val="002D19C2"/>
    <w:rsid w:val="002E4D8B"/>
    <w:rsid w:val="003034B7"/>
    <w:rsid w:val="003108B4"/>
    <w:rsid w:val="00314BD4"/>
    <w:rsid w:val="00317BA0"/>
    <w:rsid w:val="00323D0C"/>
    <w:rsid w:val="00330BBA"/>
    <w:rsid w:val="0033142D"/>
    <w:rsid w:val="00366E8D"/>
    <w:rsid w:val="00384B0E"/>
    <w:rsid w:val="003A2DC6"/>
    <w:rsid w:val="003B41B1"/>
    <w:rsid w:val="003C1F70"/>
    <w:rsid w:val="003C253B"/>
    <w:rsid w:val="003D0B7B"/>
    <w:rsid w:val="003D2BC1"/>
    <w:rsid w:val="003D4C73"/>
    <w:rsid w:val="003D6A9C"/>
    <w:rsid w:val="003E1374"/>
    <w:rsid w:val="003E4AE5"/>
    <w:rsid w:val="003F0E2F"/>
    <w:rsid w:val="00414B84"/>
    <w:rsid w:val="00426760"/>
    <w:rsid w:val="00450784"/>
    <w:rsid w:val="004B5D16"/>
    <w:rsid w:val="004B6B26"/>
    <w:rsid w:val="004C60BF"/>
    <w:rsid w:val="004D168D"/>
    <w:rsid w:val="004D3D1E"/>
    <w:rsid w:val="004D4B85"/>
    <w:rsid w:val="004D4DE7"/>
    <w:rsid w:val="004D4EF2"/>
    <w:rsid w:val="004D5887"/>
    <w:rsid w:val="004F2C34"/>
    <w:rsid w:val="0051401A"/>
    <w:rsid w:val="0051609E"/>
    <w:rsid w:val="00524E2B"/>
    <w:rsid w:val="00533F44"/>
    <w:rsid w:val="005548C0"/>
    <w:rsid w:val="00554BF6"/>
    <w:rsid w:val="00564049"/>
    <w:rsid w:val="005705B3"/>
    <w:rsid w:val="00585748"/>
    <w:rsid w:val="005965BE"/>
    <w:rsid w:val="005A360D"/>
    <w:rsid w:val="005A44BC"/>
    <w:rsid w:val="005A472F"/>
    <w:rsid w:val="005B21A8"/>
    <w:rsid w:val="005B4A24"/>
    <w:rsid w:val="005B69B1"/>
    <w:rsid w:val="005C04A9"/>
    <w:rsid w:val="005E347B"/>
    <w:rsid w:val="005E4F9D"/>
    <w:rsid w:val="005F70F4"/>
    <w:rsid w:val="006100FB"/>
    <w:rsid w:val="006503EC"/>
    <w:rsid w:val="00651700"/>
    <w:rsid w:val="00667DAA"/>
    <w:rsid w:val="0067422D"/>
    <w:rsid w:val="006B39F1"/>
    <w:rsid w:val="006C7DE7"/>
    <w:rsid w:val="006C7F1D"/>
    <w:rsid w:val="006D010E"/>
    <w:rsid w:val="006D2046"/>
    <w:rsid w:val="006D2052"/>
    <w:rsid w:val="006F4C49"/>
    <w:rsid w:val="00715BEE"/>
    <w:rsid w:val="0071654C"/>
    <w:rsid w:val="00720F05"/>
    <w:rsid w:val="007251FE"/>
    <w:rsid w:val="00730113"/>
    <w:rsid w:val="00756AAD"/>
    <w:rsid w:val="007579D4"/>
    <w:rsid w:val="00765D96"/>
    <w:rsid w:val="00791214"/>
    <w:rsid w:val="007A362C"/>
    <w:rsid w:val="007B39CD"/>
    <w:rsid w:val="007C0BDD"/>
    <w:rsid w:val="007C4C63"/>
    <w:rsid w:val="007C5B4F"/>
    <w:rsid w:val="007C6165"/>
    <w:rsid w:val="007D4EA7"/>
    <w:rsid w:val="007E6C01"/>
    <w:rsid w:val="007F5C7E"/>
    <w:rsid w:val="00810CD4"/>
    <w:rsid w:val="00817E4C"/>
    <w:rsid w:val="00824B06"/>
    <w:rsid w:val="00827BD2"/>
    <w:rsid w:val="0083540C"/>
    <w:rsid w:val="0083695F"/>
    <w:rsid w:val="0084014A"/>
    <w:rsid w:val="008419E0"/>
    <w:rsid w:val="00842182"/>
    <w:rsid w:val="008504AC"/>
    <w:rsid w:val="00851F9D"/>
    <w:rsid w:val="0086218B"/>
    <w:rsid w:val="00862835"/>
    <w:rsid w:val="008A1E97"/>
    <w:rsid w:val="008B19C1"/>
    <w:rsid w:val="008B2285"/>
    <w:rsid w:val="008C55DE"/>
    <w:rsid w:val="008D5FAB"/>
    <w:rsid w:val="008E0118"/>
    <w:rsid w:val="008E4B01"/>
    <w:rsid w:val="008E58DF"/>
    <w:rsid w:val="008F3526"/>
    <w:rsid w:val="008F5503"/>
    <w:rsid w:val="00933D31"/>
    <w:rsid w:val="00941BEA"/>
    <w:rsid w:val="009773AC"/>
    <w:rsid w:val="009806CA"/>
    <w:rsid w:val="00983818"/>
    <w:rsid w:val="009A1C79"/>
    <w:rsid w:val="009B4C74"/>
    <w:rsid w:val="009B5E72"/>
    <w:rsid w:val="009C3BA4"/>
    <w:rsid w:val="009D02BC"/>
    <w:rsid w:val="009D12E8"/>
    <w:rsid w:val="009D1502"/>
    <w:rsid w:val="009D230E"/>
    <w:rsid w:val="009D2D69"/>
    <w:rsid w:val="009F05C2"/>
    <w:rsid w:val="00A02177"/>
    <w:rsid w:val="00A53F7C"/>
    <w:rsid w:val="00A63A4F"/>
    <w:rsid w:val="00A6748E"/>
    <w:rsid w:val="00A67A4B"/>
    <w:rsid w:val="00A81A16"/>
    <w:rsid w:val="00A8214C"/>
    <w:rsid w:val="00A87431"/>
    <w:rsid w:val="00AA1630"/>
    <w:rsid w:val="00AC7E08"/>
    <w:rsid w:val="00AF74A4"/>
    <w:rsid w:val="00B015EC"/>
    <w:rsid w:val="00B21D2A"/>
    <w:rsid w:val="00B25524"/>
    <w:rsid w:val="00B26F4C"/>
    <w:rsid w:val="00B44BFD"/>
    <w:rsid w:val="00B5535E"/>
    <w:rsid w:val="00B70333"/>
    <w:rsid w:val="00B8067B"/>
    <w:rsid w:val="00B81415"/>
    <w:rsid w:val="00BA30EB"/>
    <w:rsid w:val="00BC7EDF"/>
    <w:rsid w:val="00BD4931"/>
    <w:rsid w:val="00BD7D19"/>
    <w:rsid w:val="00BF2592"/>
    <w:rsid w:val="00C03F6E"/>
    <w:rsid w:val="00C0506A"/>
    <w:rsid w:val="00C11CF9"/>
    <w:rsid w:val="00C14E78"/>
    <w:rsid w:val="00C25225"/>
    <w:rsid w:val="00C62250"/>
    <w:rsid w:val="00C628DC"/>
    <w:rsid w:val="00C70F50"/>
    <w:rsid w:val="00C77C1B"/>
    <w:rsid w:val="00C965F8"/>
    <w:rsid w:val="00CA33A0"/>
    <w:rsid w:val="00CB373B"/>
    <w:rsid w:val="00CB74E3"/>
    <w:rsid w:val="00CC3721"/>
    <w:rsid w:val="00CD197F"/>
    <w:rsid w:val="00CE5C01"/>
    <w:rsid w:val="00CF0EC7"/>
    <w:rsid w:val="00CF4C99"/>
    <w:rsid w:val="00CF5688"/>
    <w:rsid w:val="00D07749"/>
    <w:rsid w:val="00D10089"/>
    <w:rsid w:val="00D10487"/>
    <w:rsid w:val="00D11C61"/>
    <w:rsid w:val="00D1480D"/>
    <w:rsid w:val="00D35505"/>
    <w:rsid w:val="00D430C5"/>
    <w:rsid w:val="00D43F78"/>
    <w:rsid w:val="00D53AF9"/>
    <w:rsid w:val="00D55EA3"/>
    <w:rsid w:val="00D613B9"/>
    <w:rsid w:val="00D72EAD"/>
    <w:rsid w:val="00D80524"/>
    <w:rsid w:val="00D85708"/>
    <w:rsid w:val="00D96FD8"/>
    <w:rsid w:val="00DA41D1"/>
    <w:rsid w:val="00DA4410"/>
    <w:rsid w:val="00DC177E"/>
    <w:rsid w:val="00DE53B1"/>
    <w:rsid w:val="00DF1299"/>
    <w:rsid w:val="00E04E35"/>
    <w:rsid w:val="00E16199"/>
    <w:rsid w:val="00E22ED4"/>
    <w:rsid w:val="00E35976"/>
    <w:rsid w:val="00E40ED7"/>
    <w:rsid w:val="00E522F8"/>
    <w:rsid w:val="00E56640"/>
    <w:rsid w:val="00E7045C"/>
    <w:rsid w:val="00E97CE4"/>
    <w:rsid w:val="00EA0EA8"/>
    <w:rsid w:val="00EB6076"/>
    <w:rsid w:val="00EC1A05"/>
    <w:rsid w:val="00ED007B"/>
    <w:rsid w:val="00ED3545"/>
    <w:rsid w:val="00ED4381"/>
    <w:rsid w:val="00ED6138"/>
    <w:rsid w:val="00ED6B64"/>
    <w:rsid w:val="00EE14B1"/>
    <w:rsid w:val="00EF46ED"/>
    <w:rsid w:val="00F0412B"/>
    <w:rsid w:val="00F0602D"/>
    <w:rsid w:val="00F06F78"/>
    <w:rsid w:val="00F07A25"/>
    <w:rsid w:val="00F12A70"/>
    <w:rsid w:val="00F24480"/>
    <w:rsid w:val="00F2788B"/>
    <w:rsid w:val="00F303BF"/>
    <w:rsid w:val="00F326F4"/>
    <w:rsid w:val="00F507A5"/>
    <w:rsid w:val="00F560CC"/>
    <w:rsid w:val="00F56468"/>
    <w:rsid w:val="00F87B06"/>
    <w:rsid w:val="00FA4C9E"/>
    <w:rsid w:val="00FB0980"/>
    <w:rsid w:val="00FC4D5C"/>
    <w:rsid w:val="00FD6A2A"/>
    <w:rsid w:val="00FE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4A4"/>
    <w:rPr>
      <w:rFonts w:ascii="Times New Roman" w:eastAsia="Times New Roman" w:hAnsi="Times New Roman"/>
      <w:sz w:val="24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F74A4"/>
    <w:pPr>
      <w:keepNext/>
      <w:jc w:val="center"/>
      <w:outlineLvl w:val="0"/>
    </w:pPr>
    <w:rPr>
      <w:rFonts w:ascii="Tms Rmn" w:hAnsi="Tms Rmn"/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F74A4"/>
    <w:rPr>
      <w:rFonts w:ascii="Tms Rmn" w:hAnsi="Tms Rmn" w:cs="Times New Roman"/>
      <w:b/>
      <w:bCs/>
      <w:sz w:val="20"/>
      <w:szCs w:val="20"/>
      <w:lang w:val="uk-UA" w:eastAsia="ru-RU"/>
    </w:rPr>
  </w:style>
  <w:style w:type="paragraph" w:customStyle="1" w:styleId="Style6">
    <w:name w:val="Style6"/>
    <w:basedOn w:val="Normal"/>
    <w:uiPriority w:val="99"/>
    <w:rsid w:val="00AF74A4"/>
    <w:pPr>
      <w:widowControl w:val="0"/>
      <w:autoSpaceDE w:val="0"/>
      <w:autoSpaceDN w:val="0"/>
      <w:adjustRightInd w:val="0"/>
      <w:spacing w:line="322" w:lineRule="exact"/>
      <w:ind w:firstLine="706"/>
      <w:jc w:val="both"/>
    </w:pPr>
    <w:rPr>
      <w:szCs w:val="24"/>
      <w:lang w:val="ru-RU"/>
    </w:rPr>
  </w:style>
  <w:style w:type="character" w:customStyle="1" w:styleId="FontStyle13">
    <w:name w:val="Font Style13"/>
    <w:uiPriority w:val="99"/>
    <w:rsid w:val="00AF74A4"/>
    <w:rPr>
      <w:rFonts w:ascii="Times New Roman" w:hAnsi="Times New Roman"/>
      <w:b/>
      <w:i/>
      <w:sz w:val="26"/>
    </w:rPr>
  </w:style>
  <w:style w:type="character" w:customStyle="1" w:styleId="FontStyle15">
    <w:name w:val="Font Style15"/>
    <w:uiPriority w:val="99"/>
    <w:rsid w:val="00AF74A4"/>
    <w:rPr>
      <w:rFonts w:ascii="Times New Roman" w:hAnsi="Times New Roman"/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AF74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F74A4"/>
    <w:rPr>
      <w:rFonts w:ascii="Tahoma" w:hAnsi="Tahoma" w:cs="Tahoma"/>
      <w:sz w:val="16"/>
      <w:szCs w:val="16"/>
      <w:lang w:val="uk-UA" w:eastAsia="ru-RU"/>
    </w:rPr>
  </w:style>
  <w:style w:type="paragraph" w:customStyle="1" w:styleId="rvps2">
    <w:name w:val="rvps2"/>
    <w:basedOn w:val="Normal"/>
    <w:uiPriority w:val="99"/>
    <w:rsid w:val="00FB0980"/>
    <w:pPr>
      <w:spacing w:before="100" w:beforeAutospacing="1" w:after="100" w:afterAutospacing="1"/>
    </w:pPr>
    <w:rPr>
      <w:szCs w:val="24"/>
      <w:lang w:val="ru-RU"/>
    </w:rPr>
  </w:style>
  <w:style w:type="paragraph" w:styleId="BodyText">
    <w:name w:val="Body Text"/>
    <w:basedOn w:val="Normal"/>
    <w:link w:val="BodyTextChar1"/>
    <w:uiPriority w:val="99"/>
    <w:rsid w:val="00DE53B1"/>
    <w:pPr>
      <w:autoSpaceDE w:val="0"/>
      <w:autoSpaceDN w:val="0"/>
      <w:spacing w:line="360" w:lineRule="auto"/>
      <w:jc w:val="both"/>
    </w:pPr>
    <w:rPr>
      <w:rFonts w:ascii="Calibri" w:eastAsia="Batang" w:hAnsi="Calibri"/>
      <w:sz w:val="20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121E5"/>
    <w:rPr>
      <w:rFonts w:ascii="Times New Roman" w:hAnsi="Times New Roman" w:cs="Times New Roman"/>
      <w:sz w:val="20"/>
      <w:szCs w:val="20"/>
      <w:lang w:val="uk-UA"/>
    </w:rPr>
  </w:style>
  <w:style w:type="character" w:customStyle="1" w:styleId="BodyTextChar1">
    <w:name w:val="Body Text Char1"/>
    <w:link w:val="BodyText"/>
    <w:uiPriority w:val="99"/>
    <w:locked/>
    <w:rsid w:val="00DE53B1"/>
    <w:rPr>
      <w:rFonts w:eastAsia="Batan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049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9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9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138</TotalTime>
  <Pages>4</Pages>
  <Words>716</Words>
  <Characters>4085</Characters>
  <Application>Microsoft Office Outlook</Application>
  <DocSecurity>0</DocSecurity>
  <Lines>0</Lines>
  <Paragraphs>0</Paragraphs>
  <ScaleCrop>false</ScaleCrop>
  <Company>Computer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126</cp:revision>
  <cp:lastPrinted>2021-11-26T07:00:00Z</cp:lastPrinted>
  <dcterms:created xsi:type="dcterms:W3CDTF">2016-11-01T09:16:00Z</dcterms:created>
  <dcterms:modified xsi:type="dcterms:W3CDTF">2021-11-29T12:12:00Z</dcterms:modified>
</cp:coreProperties>
</file>