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FD" w:rsidRPr="00A45FE8" w:rsidRDefault="00C920FD" w:rsidP="00AB45BB">
      <w:pPr>
        <w:tabs>
          <w:tab w:val="left" w:pos="1560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5FE8">
        <w:rPr>
          <w:rFonts w:ascii="Times New Roman" w:hAnsi="Times New Roman"/>
          <w:sz w:val="24"/>
          <w:szCs w:val="24"/>
          <w:lang w:val="uk-UA"/>
        </w:rPr>
        <w:t>Додаток №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A45FE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920FD" w:rsidRPr="00A45FE8" w:rsidRDefault="00C920FD" w:rsidP="00A45FE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5FE8">
        <w:rPr>
          <w:rFonts w:ascii="Times New Roman" w:hAnsi="Times New Roman"/>
          <w:sz w:val="24"/>
          <w:szCs w:val="24"/>
          <w:lang w:val="uk-UA"/>
        </w:rPr>
        <w:t xml:space="preserve">до рішення Ніжинської міської ради </w:t>
      </w:r>
    </w:p>
    <w:p w:rsidR="00C920FD" w:rsidRPr="00A45FE8" w:rsidRDefault="00C920FD" w:rsidP="00A45FE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5FE8">
        <w:rPr>
          <w:rFonts w:ascii="Times New Roman" w:hAnsi="Times New Roman"/>
          <w:sz w:val="24"/>
          <w:szCs w:val="24"/>
          <w:lang w:val="en-US"/>
        </w:rPr>
        <w:t>VIII</w:t>
      </w:r>
      <w:r w:rsidRPr="00A45FE8">
        <w:rPr>
          <w:rFonts w:ascii="Times New Roman" w:hAnsi="Times New Roman"/>
          <w:sz w:val="24"/>
          <w:szCs w:val="24"/>
        </w:rPr>
        <w:t xml:space="preserve"> </w:t>
      </w:r>
      <w:r w:rsidRPr="00A45FE8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C920FD" w:rsidRPr="00A45FE8" w:rsidRDefault="00C920FD" w:rsidP="00A45FE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5FE8">
        <w:rPr>
          <w:rFonts w:ascii="Times New Roman" w:hAnsi="Times New Roman"/>
          <w:sz w:val="24"/>
          <w:szCs w:val="24"/>
          <w:lang w:val="uk-UA"/>
        </w:rPr>
        <w:t>від «</w:t>
      </w:r>
      <w:r>
        <w:rPr>
          <w:rFonts w:ascii="Times New Roman" w:hAnsi="Times New Roman"/>
          <w:sz w:val="24"/>
          <w:szCs w:val="24"/>
          <w:lang w:val="uk-UA"/>
        </w:rPr>
        <w:t>21</w:t>
      </w:r>
      <w:r w:rsidRPr="00A45FE8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грудня</w:t>
      </w:r>
      <w:r w:rsidRPr="00A45FE8">
        <w:rPr>
          <w:rFonts w:ascii="Times New Roman" w:hAnsi="Times New Roman"/>
          <w:sz w:val="24"/>
          <w:szCs w:val="24"/>
          <w:lang w:val="uk-UA"/>
        </w:rPr>
        <w:t xml:space="preserve"> 2021 р. </w:t>
      </w:r>
    </w:p>
    <w:p w:rsidR="00C920FD" w:rsidRPr="00A45FE8" w:rsidRDefault="00C920FD" w:rsidP="00A45FE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A45FE8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>14-18</w:t>
      </w:r>
      <w:r w:rsidRPr="00A45FE8">
        <w:rPr>
          <w:rFonts w:ascii="Times New Roman" w:hAnsi="Times New Roman"/>
          <w:sz w:val="24"/>
          <w:szCs w:val="24"/>
          <w:lang w:val="en-US"/>
        </w:rPr>
        <w:t>/</w:t>
      </w:r>
      <w:r w:rsidRPr="00A45FE8">
        <w:rPr>
          <w:rFonts w:ascii="Times New Roman" w:hAnsi="Times New Roman"/>
          <w:sz w:val="24"/>
          <w:szCs w:val="24"/>
          <w:lang w:val="uk-UA"/>
        </w:rPr>
        <w:t>2021</w:t>
      </w:r>
    </w:p>
    <w:p w:rsidR="00C920FD" w:rsidRDefault="00C920FD" w:rsidP="00A45FE8">
      <w:pPr>
        <w:jc w:val="right"/>
      </w:pPr>
    </w:p>
    <w:p w:rsidR="00C920FD" w:rsidRDefault="00C920FD" w:rsidP="00A45FE8">
      <w:pPr>
        <w:jc w:val="right"/>
      </w:pPr>
    </w:p>
    <w:tbl>
      <w:tblPr>
        <w:tblW w:w="9653" w:type="dxa"/>
        <w:tblInd w:w="-861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560"/>
        <w:gridCol w:w="284"/>
        <w:gridCol w:w="850"/>
        <w:gridCol w:w="3260"/>
        <w:gridCol w:w="1134"/>
        <w:gridCol w:w="851"/>
        <w:gridCol w:w="1714"/>
      </w:tblGrid>
      <w:tr w:rsidR="00C920FD" w:rsidRPr="00E96847" w:rsidTr="00AB45BB">
        <w:trPr>
          <w:trHeight w:hRule="exact" w:val="45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Артикул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920FD" w:rsidRPr="00AB45BB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Рік введ в експлуатацію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Од. вим.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Сума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A60B1D" w:rsidRDefault="00C920FD" w:rsidP="0009187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575,00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одно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1932,00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Стільці  різні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884,00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Ширма дерев’яна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14,0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Кушетка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Кастрюлі емаліровані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17,50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емаліроване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62,25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Карнизи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342,72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Тумбочка  медична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111320103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Дошка стендова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21,00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Трильяж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C920FD" w:rsidRPr="00E96847" w:rsidTr="00AB45BB">
        <w:trPr>
          <w:trHeight w:hRule="exact" w:val="54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для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медикаментів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100,00</w:t>
            </w:r>
          </w:p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Диван-ліжко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111320192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Столик журнальний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111320383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Ваза нічна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111320340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обігрівач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111320412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Вивіска під склом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380,00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111320436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Корзина для сміття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111320439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 оцинковане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Змішувач для   кухні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Кушетка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319,60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Палас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522,00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 пластмасове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E6989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E698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111320643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Калькулятор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77,00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плитка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B6918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B6918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Чайник емалірований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39,00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Лампа настольна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78,33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111320639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Джерело безперебійного живлення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826,50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Ходунки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72,72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111320234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Карта пам’яті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433,83</w:t>
            </w:r>
          </w:p>
        </w:tc>
      </w:tr>
      <w:tr w:rsidR="00C920FD" w:rsidRPr="00E96847" w:rsidTr="00AB45BB">
        <w:trPr>
          <w:trHeight w:hRule="exact" w:val="44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для одягу 2-х дверна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1108,12</w:t>
            </w:r>
          </w:p>
        </w:tc>
      </w:tr>
      <w:tr w:rsidR="00C920FD" w:rsidRPr="00E96847" w:rsidTr="00AB45BB">
        <w:trPr>
          <w:trHeight w:hRule="exact" w:val="42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Ліжко  для 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20000,00</w:t>
            </w:r>
          </w:p>
        </w:tc>
      </w:tr>
      <w:tr w:rsidR="00C920FD" w:rsidRPr="00E96847" w:rsidTr="00AB45BB">
        <w:trPr>
          <w:trHeight w:hRule="exact" w:val="56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111320136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Коляска для  інвалідів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Пральна машина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Стільці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111320402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Лампа  керосинова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Електро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лампа настольна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213,55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48,66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емаліроване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34,80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686,86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111320096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Ложка розливна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111320134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Чашки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11312014111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111320141</w:t>
            </w:r>
          </w:p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Тарілки  мілкі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137,00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111320765</w:t>
            </w:r>
          </w:p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FD5182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  <w:p w:rsidR="00C920FD" w:rsidRPr="00A60B1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Полка туалетна дзеркальна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111320197</w:t>
            </w:r>
          </w:p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</w:t>
            </w:r>
          </w:p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FD5182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  <w:p w:rsidR="00C920FD" w:rsidRPr="00A60B1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Ножі кухонні різні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111320574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151,30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88119E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111320261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88119E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Кастрюля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Термос  харчовий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медсестри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емаліроване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789,14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111320508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Граблі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21,00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Стільці  напівм’які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664,90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111320808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Стільці  з  металевими ніжками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Табуретки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111320346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Крісло  для  відпочинку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111320661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Вентилятор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Графин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23,34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111320574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Бра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145,00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111320547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 лікарська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53,50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111320584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для посуду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420,00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111320032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Вішалка для  одягу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197,80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 пластмасове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41,00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Вивіска  фасадна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484,00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 книжна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Лопата штикова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 однотумбовий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287,00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111320816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Головка цапкова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Тумбочка прикроватня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Табуретка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 лікаря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115,72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Таз поліетиленовий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26,66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емаліроване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206,75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Чайник емалір,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Карнизи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Стілець простий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9003,19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111320103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Доска стендова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Коврики ркзинові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111320164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Кроваті дорослі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10563,69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111320046</w:t>
            </w:r>
          </w:p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1111320022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2018</w:t>
            </w:r>
          </w:p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Бак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702,20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Стілець м’який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111320141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Тарілки  мілки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366,08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D4E4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D4E4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96,66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E36370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E36370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Костюм захисний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26,89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E36370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111320098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E36370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Кастрюля 2,5л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33,00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E36370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111320042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E36370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Кастрюля бак 40л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Стільці  полум’яки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Табуретки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60,50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 кукхонний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40,30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111320171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Полиця  книжкова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111320134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Чашки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Тафта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131,00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Простирадло дитяче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Ковдра шерстяна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45,58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 госпітальний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32,00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C739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C739F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Рушник  махровий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5650C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5650C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Печатка   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Реорганізація уст-ви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880,00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111320121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5650C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2019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5650C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Штамп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lang w:val="uk-UA" w:eastAsia="ru-RU"/>
              </w:rPr>
              <w:t>Реорганізація  уст-ви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680,00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111310002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Тонометр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111310503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Контейнери для  крові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700,00</w:t>
            </w:r>
          </w:p>
        </w:tc>
      </w:tr>
      <w:tr w:rsidR="00C920FD" w:rsidRPr="00E96847" w:rsidTr="00AB45BB">
        <w:trPr>
          <w:trHeight w:hRule="exact" w:val="44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Простирадло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772,87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111420226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Серветка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2,55</w:t>
            </w:r>
          </w:p>
        </w:tc>
      </w:tr>
      <w:tr w:rsidR="00C920FD" w:rsidRPr="00E96847" w:rsidTr="00AB45BB">
        <w:trPr>
          <w:trHeight w:hRule="exact" w:val="55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Простирадло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2303,88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Наволочки верхні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380,18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Підковдра доросла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2051,50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Ковдра доросла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1358,18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Матраци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1554,12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Подушки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410,72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660,69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жіночі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111420148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Майки чоловічі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111420732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Куртка піжамна  дитяча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48,00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 госпітальний дитячий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45,00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 госпітальний дорослий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279,42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чоловічі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756,00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111420293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Сорочки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дитячі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40,50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111420001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Штора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31,10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111420757</w:t>
            </w:r>
          </w:p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BF2A2D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  <w:p w:rsidR="00C920FD" w:rsidRPr="00A60B1D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Рушник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махров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25,88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Матра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ц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и дорослі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2215,38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Костюм  п/ч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379,00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Ковдра баєва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350,00</w:t>
            </w:r>
          </w:p>
        </w:tc>
      </w:tr>
      <w:tr w:rsidR="00C920FD" w:rsidRPr="00E96847" w:rsidTr="00AB45BB">
        <w:trPr>
          <w:trHeight w:hRule="exact" w:val="449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ра вовняна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для 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935,89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Підковдра  доросла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1123,00</w:t>
            </w:r>
          </w:p>
        </w:tc>
      </w:tr>
      <w:tr w:rsidR="00C920FD" w:rsidRPr="00E96847" w:rsidTr="00AB45BB">
        <w:trPr>
          <w:trHeight w:hRule="exact" w:val="57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Простиня для 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3565,96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11114207016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Наволочка  тюфячна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74,00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Подушки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338,28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Фартух прорезиновий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Наволочка  верхня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479,40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783DD4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783DD4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Штани  піжамні дитячі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30,00</w:t>
            </w:r>
          </w:p>
        </w:tc>
      </w:tr>
      <w:tr w:rsidR="00C920FD" w:rsidRPr="00E96847" w:rsidTr="00AB45BB">
        <w:trPr>
          <w:trHeight w:hRule="exact" w:val="28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392,65</w:t>
            </w:r>
          </w:p>
        </w:tc>
      </w:tr>
      <w:tr w:rsidR="00C920FD" w:rsidRPr="00E96847" w:rsidTr="00AB45BB">
        <w:trPr>
          <w:trHeight w:hRule="exact" w:val="40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Простині дорослі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211,00</w:t>
            </w:r>
          </w:p>
        </w:tc>
      </w:tr>
      <w:tr w:rsidR="00C920FD" w:rsidRPr="00E96847" w:rsidTr="00AB45BB">
        <w:trPr>
          <w:trHeight w:hRule="exact" w:val="587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B45B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right="24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790FD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Халати для  відвідування хворих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281,00</w:t>
            </w:r>
          </w:p>
        </w:tc>
      </w:tr>
      <w:tr w:rsidR="00C920FD" w:rsidRPr="00E96847" w:rsidTr="00D05668">
        <w:trPr>
          <w:trHeight w:hRule="exact" w:val="445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Default="00C920FD" w:rsidP="00790FD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2007</w:t>
            </w:r>
          </w:p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Халати госпітальні для 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64,00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111420782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Рушники різні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28,00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111420779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Пелюшки  баєві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9,00</w:t>
            </w:r>
          </w:p>
        </w:tc>
        <w:bookmarkStart w:id="0" w:name="_GoBack"/>
        <w:bookmarkEnd w:id="0"/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Простині  дорослі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1877,82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Наволочки верхні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871,67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157B9A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157B9A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Ковдра   для  дор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3292,81</w:t>
            </w:r>
          </w:p>
        </w:tc>
      </w:tr>
      <w:tr w:rsidR="00C920FD" w:rsidRPr="00E96847" w:rsidTr="00D05668">
        <w:trPr>
          <w:trHeight w:hRule="exact" w:val="427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Підковдра 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3865,72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Простирадло  дитяче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11,66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111420729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Підковдра дитяча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43,04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Наволочка  тюф.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Подушка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75,11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Сорочка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жіноча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194,84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111420120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Штори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73,84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Матра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ц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для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379,67</w:t>
            </w:r>
          </w:p>
        </w:tc>
      </w:tr>
      <w:tr w:rsidR="00C920FD" w:rsidRPr="00E96847" w:rsidTr="00D05668">
        <w:trPr>
          <w:trHeight w:hRule="exact" w:val="419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Простині для  дорослих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938,91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Халати п/ч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74,78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111420009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Портьєри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204,00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111420702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Фуфайка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30,00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111320004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Жалюзі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2276,61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 лампа наст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і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льна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542,00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для  одягу 2-х дверна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1863,50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1976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письмовий 1-тумб.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2691,51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Карнизи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200,45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1889,31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Ел.чайник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A60B1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1223,46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Телефон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634,72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111320084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Замок навісний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46,00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Коврик дез.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324,00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Тарілки глибокі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90,00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111320168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1976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Шафа 3-х дверна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350,00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111320171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Полка для книг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949,33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Молоток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111320234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Флешка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650,75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111320235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Модем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817,95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111320278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2010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Стілець-Пристиж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735,00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111320340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 обігрівач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425,33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09187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09187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Калькулятор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973,95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111320073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 2-х тумбовий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442,85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111320101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мивальник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297,50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111320625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2006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Відро пластмасове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18,50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111320322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Тумба під  мийку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180,00</w:t>
            </w:r>
          </w:p>
        </w:tc>
      </w:tr>
      <w:tr w:rsidR="00C920FD" w:rsidRPr="00E96847" w:rsidTr="00D05668">
        <w:trPr>
          <w:trHeight w:hRule="exact" w:val="445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1976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 письмовий  1- тумбовий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315,61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111320055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1991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Тумбочка медична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35,00</w:t>
            </w:r>
          </w:p>
        </w:tc>
      </w:tr>
      <w:tr w:rsidR="00C920FD" w:rsidRPr="00E96847" w:rsidTr="00D05668">
        <w:trPr>
          <w:trHeight w:hRule="exact" w:val="283"/>
        </w:trPr>
        <w:tc>
          <w:tcPr>
            <w:tcW w:w="18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</w:tcPr>
          <w:p w:rsidR="00C920FD" w:rsidRPr="009F051F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111320021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9F051F" w:rsidRDefault="00C920FD" w:rsidP="00046B4A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1981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Стіл простий (різний)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35,71</w:t>
            </w:r>
          </w:p>
        </w:tc>
      </w:tr>
      <w:tr w:rsidR="00C920FD" w:rsidRPr="00E96847" w:rsidTr="00AB45BB">
        <w:trPr>
          <w:trHeight w:hRule="exact" w:val="443"/>
        </w:trPr>
        <w:tc>
          <w:tcPr>
            <w:tcW w:w="2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F2295F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Всь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</w:t>
            </w: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го  на суму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20FD" w:rsidRPr="00A60B1D" w:rsidRDefault="00C920FD" w:rsidP="00F2295F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920FD" w:rsidRPr="00A60B1D" w:rsidRDefault="00C920FD" w:rsidP="00A60B1D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111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60B1D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978,70</w:t>
            </w:r>
          </w:p>
        </w:tc>
      </w:tr>
    </w:tbl>
    <w:p w:rsidR="00C920FD" w:rsidRDefault="00C920FD" w:rsidP="00A60B1D">
      <w:pPr>
        <w:jc w:val="both"/>
      </w:pPr>
    </w:p>
    <w:sectPr w:rsidR="00C920FD" w:rsidSect="00245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DEF"/>
    <w:rsid w:val="00046B4A"/>
    <w:rsid w:val="0009187F"/>
    <w:rsid w:val="00157B9A"/>
    <w:rsid w:val="00224A57"/>
    <w:rsid w:val="002455D0"/>
    <w:rsid w:val="003255FF"/>
    <w:rsid w:val="00337A6D"/>
    <w:rsid w:val="004A2F27"/>
    <w:rsid w:val="00537DEF"/>
    <w:rsid w:val="005424DF"/>
    <w:rsid w:val="0060561D"/>
    <w:rsid w:val="006C086B"/>
    <w:rsid w:val="00754A8F"/>
    <w:rsid w:val="00783DD4"/>
    <w:rsid w:val="00790FDB"/>
    <w:rsid w:val="008500F9"/>
    <w:rsid w:val="0088119E"/>
    <w:rsid w:val="008B6918"/>
    <w:rsid w:val="008E3395"/>
    <w:rsid w:val="00943790"/>
    <w:rsid w:val="009C739F"/>
    <w:rsid w:val="009D4E4D"/>
    <w:rsid w:val="009F051F"/>
    <w:rsid w:val="00A45FE8"/>
    <w:rsid w:val="00A5650C"/>
    <w:rsid w:val="00A60B1D"/>
    <w:rsid w:val="00AB45BB"/>
    <w:rsid w:val="00AE6989"/>
    <w:rsid w:val="00AF4D93"/>
    <w:rsid w:val="00B86656"/>
    <w:rsid w:val="00BF2A2D"/>
    <w:rsid w:val="00C262E5"/>
    <w:rsid w:val="00C920FD"/>
    <w:rsid w:val="00D05668"/>
    <w:rsid w:val="00DD51D6"/>
    <w:rsid w:val="00E36370"/>
    <w:rsid w:val="00E96847"/>
    <w:rsid w:val="00F2295F"/>
    <w:rsid w:val="00F26696"/>
    <w:rsid w:val="00FD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D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0B1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0B1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</TotalTime>
  <Pages>4</Pages>
  <Words>1205</Words>
  <Characters>6875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</cp:lastModifiedBy>
  <cp:revision>17</cp:revision>
  <cp:lastPrinted>2021-12-16T13:51:00Z</cp:lastPrinted>
  <dcterms:created xsi:type="dcterms:W3CDTF">2021-11-17T16:27:00Z</dcterms:created>
  <dcterms:modified xsi:type="dcterms:W3CDTF">2021-12-23T09:45:00Z</dcterms:modified>
</cp:coreProperties>
</file>