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3E" w:rsidRDefault="0026043E" w:rsidP="00346584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19.35pt;margin-top:-7.7pt;width:46.5pt;height:62.25pt;z-index:251658240;visibility:visible">
            <v:imagedata r:id="rId5" o:title=""/>
          </v:shape>
        </w:pict>
      </w:r>
    </w:p>
    <w:p w:rsidR="0026043E" w:rsidRDefault="0026043E" w:rsidP="0034658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6043E" w:rsidRDefault="0026043E" w:rsidP="0034658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6043E" w:rsidRPr="005E4316" w:rsidRDefault="0026043E" w:rsidP="00346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316">
        <w:rPr>
          <w:rFonts w:ascii="Times New Roman" w:hAnsi="Times New Roman"/>
          <w:b/>
          <w:sz w:val="28"/>
          <w:szCs w:val="28"/>
        </w:rPr>
        <w:t>УКРАЇНА</w:t>
      </w:r>
    </w:p>
    <w:p w:rsidR="0026043E" w:rsidRPr="005E4316" w:rsidRDefault="0026043E" w:rsidP="00346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316"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26043E" w:rsidRPr="005E4316" w:rsidRDefault="0026043E" w:rsidP="00346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316">
        <w:rPr>
          <w:rFonts w:ascii="Times New Roman" w:hAnsi="Times New Roman"/>
          <w:b/>
          <w:sz w:val="28"/>
          <w:szCs w:val="28"/>
        </w:rPr>
        <w:t>МІСТО НІЖИН</w:t>
      </w:r>
    </w:p>
    <w:p w:rsidR="0026043E" w:rsidRPr="005E4316" w:rsidRDefault="0026043E" w:rsidP="0034658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E4316">
        <w:rPr>
          <w:rFonts w:ascii="Times New Roman" w:hAnsi="Times New Roman"/>
          <w:b/>
          <w:sz w:val="32"/>
          <w:szCs w:val="32"/>
        </w:rPr>
        <w:t xml:space="preserve">М І С Ь К И Й  Г О Л О В А  </w:t>
      </w:r>
    </w:p>
    <w:p w:rsidR="0026043E" w:rsidRPr="005E4316" w:rsidRDefault="0026043E" w:rsidP="00346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043E" w:rsidRPr="005E4316" w:rsidRDefault="0026043E" w:rsidP="0034658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5E4316">
        <w:rPr>
          <w:rFonts w:ascii="Times New Roman" w:hAnsi="Times New Roman"/>
          <w:b/>
          <w:sz w:val="40"/>
          <w:szCs w:val="40"/>
        </w:rPr>
        <w:t>Р О З П О Р Я Д Ж Е Н Н Я</w:t>
      </w:r>
    </w:p>
    <w:p w:rsidR="0026043E" w:rsidRPr="005C44B0" w:rsidRDefault="0026043E" w:rsidP="003465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043E" w:rsidRPr="005C44B0" w:rsidRDefault="0026043E" w:rsidP="003465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043E" w:rsidRPr="00CA46F1" w:rsidRDefault="0026043E" w:rsidP="00E40D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Pr="005C44B0">
        <w:rPr>
          <w:rFonts w:ascii="Times New Roman" w:hAnsi="Times New Roman"/>
          <w:sz w:val="28"/>
          <w:szCs w:val="28"/>
        </w:rPr>
        <w:t xml:space="preserve"> </w:t>
      </w:r>
      <w:r w:rsidRPr="00CA46F1">
        <w:rPr>
          <w:rFonts w:ascii="Times New Roman" w:hAnsi="Times New Roman"/>
          <w:sz w:val="28"/>
          <w:szCs w:val="28"/>
        </w:rPr>
        <w:t xml:space="preserve">10 </w:t>
      </w:r>
      <w:r>
        <w:rPr>
          <w:rFonts w:ascii="Times New Roman" w:hAnsi="Times New Roman"/>
          <w:sz w:val="28"/>
          <w:szCs w:val="28"/>
          <w:lang w:val="uk-UA"/>
        </w:rPr>
        <w:t xml:space="preserve">лютого </w:t>
      </w:r>
      <w:r w:rsidRPr="005C4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6502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р.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м. Ніжин</w:t>
      </w:r>
      <w:r w:rsidRPr="00756CF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23</w:t>
      </w:r>
    </w:p>
    <w:p w:rsidR="0026043E" w:rsidRDefault="0026043E" w:rsidP="00D91D93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6043E" w:rsidRDefault="0026043E" w:rsidP="00D91D93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6043E" w:rsidRDefault="0026043E" w:rsidP="00D91D93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4E4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затвердження </w:t>
      </w:r>
      <w:r w:rsidRPr="002A3B31">
        <w:rPr>
          <w:rFonts w:ascii="Times New Roman" w:hAnsi="Times New Roman"/>
          <w:b/>
          <w:color w:val="000000"/>
          <w:sz w:val="28"/>
          <w:szCs w:val="28"/>
          <w:lang w:val="uk-UA"/>
        </w:rPr>
        <w:t>План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у</w:t>
      </w:r>
      <w:r w:rsidRPr="002A3B31">
        <w:rPr>
          <w:rFonts w:ascii="Times New Roman" w:hAnsi="Times New Roman"/>
          <w:b/>
          <w:sz w:val="28"/>
          <w:szCs w:val="28"/>
        </w:rPr>
        <w:t xml:space="preserve"> </w:t>
      </w:r>
      <w:r w:rsidRPr="002A3B31">
        <w:rPr>
          <w:rFonts w:ascii="Times New Roman" w:hAnsi="Times New Roman"/>
          <w:b/>
          <w:sz w:val="28"/>
          <w:szCs w:val="28"/>
          <w:lang w:val="uk-UA"/>
        </w:rPr>
        <w:t>заходів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6043E" w:rsidRPr="00767397" w:rsidRDefault="0026043E" w:rsidP="00D91D93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302D">
        <w:rPr>
          <w:rFonts w:ascii="Times New Roman" w:hAnsi="Times New Roman"/>
          <w:b/>
          <w:sz w:val="28"/>
          <w:szCs w:val="28"/>
        </w:rPr>
        <w:t xml:space="preserve">з реалізації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Стратегії людського розвитку </w:t>
      </w:r>
    </w:p>
    <w:p w:rsidR="0026043E" w:rsidRDefault="0026043E" w:rsidP="0065347A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Ніжинській територіальній громаді</w:t>
      </w:r>
    </w:p>
    <w:p w:rsidR="0026043E" w:rsidRDefault="0026043E" w:rsidP="00D91D93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</w:t>
      </w:r>
      <w:r w:rsidRPr="007D3B17">
        <w:rPr>
          <w:rFonts w:ascii="Times New Roman" w:hAnsi="Times New Roman"/>
          <w:b/>
          <w:sz w:val="28"/>
          <w:szCs w:val="28"/>
          <w:lang w:val="uk-UA"/>
        </w:rPr>
        <w:t>202</w:t>
      </w:r>
      <w:r w:rsidRPr="00CA46F1">
        <w:rPr>
          <w:rFonts w:ascii="Times New Roman" w:hAnsi="Times New Roman"/>
          <w:b/>
          <w:sz w:val="28"/>
          <w:szCs w:val="28"/>
          <w:lang w:val="uk-UA"/>
        </w:rPr>
        <w:t>2</w:t>
      </w:r>
      <w:r w:rsidRPr="007D3B17">
        <w:rPr>
          <w:rFonts w:ascii="Times New Roman" w:hAnsi="Times New Roman"/>
          <w:b/>
          <w:sz w:val="28"/>
          <w:szCs w:val="28"/>
          <w:lang w:val="uk-UA"/>
        </w:rPr>
        <w:t>-2023 рок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и </w:t>
      </w:r>
    </w:p>
    <w:p w:rsidR="0026043E" w:rsidRDefault="0026043E" w:rsidP="00651B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43E" w:rsidRPr="00DF5A41" w:rsidRDefault="0026043E" w:rsidP="00651B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043E" w:rsidRPr="00651B48" w:rsidRDefault="0026043E" w:rsidP="00651B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0499E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34,</w:t>
      </w:r>
      <w:r w:rsidRPr="009049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1B48">
        <w:rPr>
          <w:rFonts w:ascii="Times New Roman" w:hAnsi="Times New Roman"/>
          <w:sz w:val="28"/>
          <w:szCs w:val="28"/>
          <w:lang w:val="uk-UA"/>
        </w:rPr>
        <w:t>42, 59</w:t>
      </w:r>
      <w:r>
        <w:rPr>
          <w:rFonts w:ascii="Times New Roman" w:hAnsi="Times New Roman"/>
          <w:sz w:val="28"/>
          <w:szCs w:val="28"/>
          <w:lang w:val="uk-UA"/>
        </w:rPr>
        <w:t>, 73</w:t>
      </w:r>
      <w:r w:rsidRPr="00651B48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на виконання розпорядження Кабінету Міністрів України</w:t>
      </w:r>
      <w:r w:rsidRPr="005C44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09.12.2021р. №1617-р «Про затвердження плану заходів з реалізації Стратегії людського розвитку на 2021-2023 роки» та листа голови Чернігівської облдержадміністрації від 13.12.2021р. до вх. №01-01-03/15124 про організацію роботи з виконання завдань,</w:t>
      </w:r>
      <w:r w:rsidRPr="0065347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визначених</w:t>
      </w:r>
      <w:r w:rsidRPr="0065347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розпорядженням Кабінету Міністрів України</w:t>
      </w:r>
      <w:r w:rsidRPr="005C44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09.12.2021р. №1617-р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26043E" w:rsidRPr="00DF5A41" w:rsidRDefault="0026043E" w:rsidP="00A9297C">
      <w:pPr>
        <w:pStyle w:val="NoSpacing"/>
        <w:tabs>
          <w:tab w:val="left" w:pos="993"/>
        </w:tabs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26043E" w:rsidRDefault="0026043E" w:rsidP="0035561E">
      <w:pPr>
        <w:widowControl w:val="0"/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F21A84">
        <w:rPr>
          <w:color w:val="000000"/>
          <w:lang w:val="uk-UA"/>
        </w:rPr>
        <w:tab/>
      </w:r>
      <w:r w:rsidRPr="00E95BEB">
        <w:rPr>
          <w:rFonts w:ascii="Times New Roman" w:hAnsi="Times New Roman"/>
          <w:sz w:val="28"/>
          <w:szCs w:val="28"/>
        </w:rPr>
        <w:t>1. Затвердити План заходів з реалізації Стратегії людського розвитку в Ніжинській територіальній громаді на  2022-2023 роки (далі – План заходів), що додається.</w:t>
      </w:r>
    </w:p>
    <w:p w:rsidR="0026043E" w:rsidRPr="00E95BEB" w:rsidRDefault="0026043E" w:rsidP="0035561E">
      <w:pPr>
        <w:widowControl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E95BEB">
        <w:rPr>
          <w:rFonts w:ascii="Times New Roman" w:hAnsi="Times New Roman"/>
          <w:sz w:val="28"/>
          <w:szCs w:val="28"/>
        </w:rPr>
        <w:tab/>
        <w:t>2. Відповідальним виконавцям Плану</w:t>
      </w:r>
      <w:r>
        <w:rPr>
          <w:rFonts w:ascii="Times New Roman" w:hAnsi="Times New Roman"/>
          <w:sz w:val="28"/>
          <w:szCs w:val="28"/>
          <w:lang w:val="uk-UA"/>
        </w:rPr>
        <w:t xml:space="preserve"> заходів</w:t>
      </w:r>
      <w:r w:rsidRPr="00E95BEB">
        <w:rPr>
          <w:rFonts w:ascii="Times New Roman" w:hAnsi="Times New Roman"/>
          <w:sz w:val="28"/>
          <w:szCs w:val="28"/>
        </w:rPr>
        <w:t xml:space="preserve"> забезпечити його виконання та подання щороку до </w:t>
      </w:r>
      <w:r>
        <w:rPr>
          <w:rFonts w:ascii="Times New Roman" w:hAnsi="Times New Roman"/>
          <w:sz w:val="28"/>
          <w:szCs w:val="28"/>
          <w:lang w:val="uk-UA"/>
        </w:rPr>
        <w:t>15</w:t>
      </w:r>
      <w:r w:rsidRPr="00E95B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лютого </w:t>
      </w:r>
      <w:r w:rsidRPr="00E95BEB">
        <w:rPr>
          <w:rFonts w:ascii="Times New Roman" w:hAnsi="Times New Roman"/>
          <w:sz w:val="28"/>
          <w:szCs w:val="28"/>
        </w:rPr>
        <w:t xml:space="preserve">управлінню соціального захисту населення Ніжинської міської ради інформації про стан </w:t>
      </w:r>
      <w:r>
        <w:rPr>
          <w:rFonts w:ascii="Times New Roman" w:hAnsi="Times New Roman"/>
          <w:sz w:val="28"/>
          <w:szCs w:val="28"/>
          <w:lang w:val="uk-UA"/>
        </w:rPr>
        <w:t>виконання</w:t>
      </w:r>
      <w:r w:rsidRPr="00E95BEB">
        <w:rPr>
          <w:rFonts w:ascii="Times New Roman" w:hAnsi="Times New Roman"/>
          <w:sz w:val="28"/>
          <w:szCs w:val="28"/>
        </w:rPr>
        <w:t xml:space="preserve"> Плану</w:t>
      </w:r>
      <w:r>
        <w:rPr>
          <w:rFonts w:ascii="Times New Roman" w:hAnsi="Times New Roman"/>
          <w:sz w:val="28"/>
          <w:szCs w:val="28"/>
          <w:lang w:val="uk-UA"/>
        </w:rPr>
        <w:t xml:space="preserve"> заходів</w:t>
      </w:r>
      <w:r w:rsidRPr="00E95BEB">
        <w:rPr>
          <w:rFonts w:ascii="Times New Roman" w:hAnsi="Times New Roman"/>
          <w:sz w:val="28"/>
          <w:szCs w:val="28"/>
        </w:rPr>
        <w:t>.</w:t>
      </w:r>
    </w:p>
    <w:p w:rsidR="0026043E" w:rsidRPr="00E95BEB" w:rsidRDefault="0026043E" w:rsidP="0035561E">
      <w:pPr>
        <w:widowControl w:val="0"/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95BEB">
        <w:rPr>
          <w:rFonts w:ascii="Times New Roman" w:hAnsi="Times New Roman"/>
          <w:sz w:val="28"/>
          <w:szCs w:val="28"/>
        </w:rPr>
        <w:t>3. Управлінню соціального захисту населення Ніжинської міської ради (Кулініч В.М.) забезпечити:</w:t>
      </w:r>
    </w:p>
    <w:p w:rsidR="0026043E" w:rsidRPr="00E95BEB" w:rsidRDefault="0026043E" w:rsidP="0035561E">
      <w:pPr>
        <w:widowControl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E95BE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E95BEB">
        <w:rPr>
          <w:rFonts w:ascii="Times New Roman" w:hAnsi="Times New Roman"/>
          <w:sz w:val="28"/>
          <w:szCs w:val="28"/>
        </w:rPr>
        <w:t xml:space="preserve">3.1.  оприлюднення розпорядження на сайті міської ради;  </w:t>
      </w:r>
    </w:p>
    <w:p w:rsidR="0026043E" w:rsidRPr="0035561E" w:rsidRDefault="0026043E" w:rsidP="0035561E">
      <w:pPr>
        <w:widowControl w:val="0"/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E95BE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5561E">
        <w:rPr>
          <w:rFonts w:ascii="Times New Roman" w:hAnsi="Times New Roman"/>
          <w:sz w:val="28"/>
          <w:szCs w:val="28"/>
          <w:lang w:val="uk-UA"/>
        </w:rPr>
        <w:t>3.2. узагальнення та підготовку інформації про стан реалізації Плану</w:t>
      </w:r>
      <w:r>
        <w:rPr>
          <w:rFonts w:ascii="Times New Roman" w:hAnsi="Times New Roman"/>
          <w:sz w:val="28"/>
          <w:szCs w:val="28"/>
          <w:lang w:val="uk-UA"/>
        </w:rPr>
        <w:t xml:space="preserve"> заходів</w:t>
      </w:r>
      <w:r w:rsidRPr="0035561E">
        <w:rPr>
          <w:rFonts w:ascii="Times New Roman" w:hAnsi="Times New Roman"/>
          <w:sz w:val="28"/>
          <w:szCs w:val="28"/>
          <w:lang w:val="uk-UA"/>
        </w:rPr>
        <w:t xml:space="preserve"> для інформування Департаменту соціального захисту населення Чернігівської облдержадміністрації щороку до </w:t>
      </w:r>
      <w:r>
        <w:rPr>
          <w:rFonts w:ascii="Times New Roman" w:hAnsi="Times New Roman"/>
          <w:sz w:val="28"/>
          <w:szCs w:val="28"/>
          <w:lang w:val="uk-UA"/>
        </w:rPr>
        <w:t>25 лютого</w:t>
      </w:r>
      <w:r w:rsidRPr="0035561E">
        <w:rPr>
          <w:rFonts w:ascii="Times New Roman" w:hAnsi="Times New Roman"/>
          <w:sz w:val="28"/>
          <w:szCs w:val="28"/>
          <w:lang w:val="uk-UA"/>
        </w:rPr>
        <w:t>.</w:t>
      </w:r>
    </w:p>
    <w:p w:rsidR="0026043E" w:rsidRPr="00E95BEB" w:rsidRDefault="0026043E" w:rsidP="009328F2">
      <w:pPr>
        <w:widowControl w:val="0"/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95BEB">
        <w:rPr>
          <w:rFonts w:ascii="Times New Roman" w:hAnsi="Times New Roman"/>
          <w:sz w:val="28"/>
          <w:szCs w:val="28"/>
        </w:rPr>
        <w:t>4. Контроль за виконанням розпорядження покласти на заступників міського голови з питань діяльності виконавчих органів ради 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E95BEB">
        <w:rPr>
          <w:rFonts w:ascii="Times New Roman" w:hAnsi="Times New Roman"/>
          <w:sz w:val="28"/>
          <w:szCs w:val="28"/>
        </w:rPr>
        <w:t>атвердженого розподілу їх посадових обов’язків та функціональних повноважень.</w:t>
      </w:r>
    </w:p>
    <w:p w:rsidR="0026043E" w:rsidRPr="008B681C" w:rsidRDefault="0026043E" w:rsidP="00A9297C">
      <w:pPr>
        <w:pStyle w:val="NoSpacing"/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</w:p>
    <w:p w:rsidR="0026043E" w:rsidRPr="00767397" w:rsidRDefault="0026043E" w:rsidP="00767397">
      <w:pPr>
        <w:pStyle w:val="HTMLPreformatted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tab/>
      </w:r>
      <w:r w:rsidRPr="0076739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6739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6739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6739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6739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67397">
        <w:rPr>
          <w:rFonts w:ascii="Times New Roman" w:hAnsi="Times New Roman" w:cs="Times New Roman"/>
          <w:b/>
          <w:sz w:val="28"/>
          <w:szCs w:val="28"/>
          <w:lang w:val="uk-UA"/>
        </w:rPr>
        <w:tab/>
        <w:t>Олександр КОДОЛА</w:t>
      </w:r>
    </w:p>
    <w:p w:rsidR="0026043E" w:rsidRDefault="0026043E" w:rsidP="00C46836">
      <w:pPr>
        <w:spacing w:after="0" w:line="240" w:lineRule="auto"/>
        <w:ind w:left="5664" w:right="-284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43E" w:rsidRPr="009C0216" w:rsidRDefault="0026043E" w:rsidP="0028521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9C0216">
        <w:rPr>
          <w:rFonts w:ascii="Times New Roman" w:hAnsi="Times New Roman"/>
          <w:b/>
          <w:sz w:val="28"/>
          <w:szCs w:val="28"/>
          <w:lang w:val="uk-UA"/>
        </w:rPr>
        <w:t>Візують:</w:t>
      </w:r>
    </w:p>
    <w:p w:rsidR="0026043E" w:rsidRDefault="0026043E" w:rsidP="0028521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28521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</w:t>
      </w:r>
    </w:p>
    <w:p w:rsidR="0026043E" w:rsidRDefault="0026043E" w:rsidP="0028521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соціального захисту населення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26043E" w:rsidRDefault="0026043E" w:rsidP="0028521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Ніжинської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Валентина КУЛІНІЧ</w:t>
      </w:r>
    </w:p>
    <w:p w:rsidR="0026043E" w:rsidRDefault="0026043E" w:rsidP="0028521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28521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B539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</w:t>
      </w:r>
      <w:r w:rsidRPr="00E0021B">
        <w:rPr>
          <w:rFonts w:ascii="Times New Roman" w:hAnsi="Times New Roman"/>
          <w:sz w:val="28"/>
          <w:szCs w:val="28"/>
          <w:lang w:val="uk-UA"/>
        </w:rPr>
        <w:t>іського голови</w:t>
      </w:r>
      <w:r>
        <w:rPr>
          <w:rFonts w:ascii="Times New Roman" w:hAnsi="Times New Roman"/>
          <w:sz w:val="28"/>
          <w:szCs w:val="28"/>
          <w:lang w:val="uk-UA"/>
        </w:rPr>
        <w:t xml:space="preserve"> з питань </w:t>
      </w:r>
    </w:p>
    <w:p w:rsidR="0026043E" w:rsidRDefault="0026043E" w:rsidP="00B539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діяльності 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Ірина ГРОЗЕНКО</w:t>
      </w:r>
    </w:p>
    <w:p w:rsidR="0026043E" w:rsidRDefault="0026043E" w:rsidP="00B539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B539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28521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питань діяльності </w:t>
      </w:r>
    </w:p>
    <w:p w:rsidR="0026043E" w:rsidRDefault="0026043E" w:rsidP="0028521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СМАГА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26043E" w:rsidRDefault="0026043E" w:rsidP="0028521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28521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6043E" w:rsidRPr="00090A76" w:rsidRDefault="0026043E" w:rsidP="0028521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90A76">
        <w:rPr>
          <w:rFonts w:ascii="Times New Roman" w:hAnsi="Times New Roman"/>
          <w:sz w:val="28"/>
          <w:szCs w:val="28"/>
          <w:lang w:val="uk-UA"/>
        </w:rPr>
        <w:t>Начальник відділу юридично-кадрового</w:t>
      </w:r>
    </w:p>
    <w:p w:rsidR="0026043E" w:rsidRPr="00090A76" w:rsidRDefault="0026043E" w:rsidP="0028521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090A76">
        <w:rPr>
          <w:rFonts w:ascii="Times New Roman" w:hAnsi="Times New Roman"/>
          <w:sz w:val="28"/>
          <w:szCs w:val="28"/>
          <w:lang w:val="uk-UA"/>
        </w:rPr>
        <w:t>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апарату</w:t>
      </w:r>
      <w:r w:rsidRPr="00090A76">
        <w:rPr>
          <w:rFonts w:ascii="Times New Roman" w:hAnsi="Times New Roman"/>
          <w:sz w:val="24"/>
          <w:szCs w:val="20"/>
          <w:lang w:val="uk-UA"/>
        </w:rPr>
        <w:t xml:space="preserve"> </w:t>
      </w:r>
      <w:r w:rsidRPr="00090A76">
        <w:rPr>
          <w:rFonts w:ascii="Times New Roman" w:hAnsi="Times New Roman"/>
          <w:sz w:val="28"/>
          <w:szCs w:val="28"/>
          <w:lang w:val="uk-UA"/>
        </w:rPr>
        <w:t>виконавчого</w:t>
      </w:r>
    </w:p>
    <w:p w:rsidR="0026043E" w:rsidRPr="00090A76" w:rsidRDefault="0026043E" w:rsidP="0028521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90A76">
        <w:rPr>
          <w:rFonts w:ascii="Times New Roman" w:hAnsi="Times New Roman"/>
          <w:sz w:val="28"/>
          <w:szCs w:val="28"/>
          <w:lang w:val="uk-UA"/>
        </w:rPr>
        <w:t>комітету Ніжинської міської ради</w:t>
      </w:r>
      <w:r w:rsidRPr="00090A76">
        <w:rPr>
          <w:rFonts w:ascii="Times New Roman" w:hAnsi="Times New Roman"/>
          <w:sz w:val="28"/>
          <w:szCs w:val="28"/>
          <w:lang w:val="uk-UA"/>
        </w:rPr>
        <w:tab/>
      </w:r>
      <w:r w:rsidRPr="00090A76">
        <w:rPr>
          <w:rFonts w:ascii="Times New Roman" w:hAnsi="Times New Roman"/>
          <w:sz w:val="28"/>
          <w:szCs w:val="28"/>
          <w:lang w:val="uk-UA"/>
        </w:rPr>
        <w:tab/>
      </w:r>
      <w:r w:rsidRPr="00090A76">
        <w:rPr>
          <w:rFonts w:ascii="Times New Roman" w:hAnsi="Times New Roman"/>
          <w:sz w:val="28"/>
          <w:szCs w:val="28"/>
          <w:lang w:val="uk-UA"/>
        </w:rPr>
        <w:tab/>
      </w:r>
      <w:r w:rsidRPr="00090A76">
        <w:rPr>
          <w:rFonts w:ascii="Times New Roman" w:hAnsi="Times New Roman"/>
          <w:sz w:val="28"/>
          <w:szCs w:val="28"/>
          <w:lang w:val="uk-UA"/>
        </w:rPr>
        <w:tab/>
      </w:r>
      <w:r w:rsidRPr="00090A76">
        <w:rPr>
          <w:rFonts w:ascii="Times New Roman" w:hAnsi="Times New Roman"/>
          <w:sz w:val="28"/>
          <w:szCs w:val="28"/>
          <w:lang w:val="uk-UA"/>
        </w:rPr>
        <w:tab/>
        <w:t>В’ячеслав ЛЕГА</w:t>
      </w:r>
    </w:p>
    <w:p w:rsidR="0026043E" w:rsidRDefault="0026043E" w:rsidP="00285215">
      <w:pPr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285215">
      <w:pPr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C46836">
      <w:pPr>
        <w:spacing w:after="0" w:line="240" w:lineRule="auto"/>
        <w:ind w:left="5664" w:right="-284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C46836">
      <w:pPr>
        <w:spacing w:after="0" w:line="240" w:lineRule="auto"/>
        <w:ind w:left="5664" w:right="-284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C46836">
      <w:pPr>
        <w:spacing w:after="0" w:line="240" w:lineRule="auto"/>
        <w:ind w:left="5664" w:right="-284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C46836">
      <w:pPr>
        <w:spacing w:after="0" w:line="240" w:lineRule="auto"/>
        <w:ind w:left="5664" w:right="-284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43E" w:rsidRDefault="0026043E" w:rsidP="00C46836">
      <w:pPr>
        <w:spacing w:after="0" w:line="240" w:lineRule="auto"/>
        <w:ind w:left="5664" w:right="-284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26043E" w:rsidSect="00F31EDC">
      <w:pgSz w:w="11906" w:h="16838"/>
      <w:pgMar w:top="737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83C35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964B2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AAC98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6AC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F2EDC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F7C1D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996F1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A8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4E4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DFABF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F127A"/>
    <w:multiLevelType w:val="multilevel"/>
    <w:tmpl w:val="0058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078E0F4B"/>
    <w:multiLevelType w:val="multilevel"/>
    <w:tmpl w:val="E82C7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0C3745E8"/>
    <w:multiLevelType w:val="multilevel"/>
    <w:tmpl w:val="1D1E6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11E63EB"/>
    <w:multiLevelType w:val="multilevel"/>
    <w:tmpl w:val="09D46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57563E5"/>
    <w:multiLevelType w:val="hybridMultilevel"/>
    <w:tmpl w:val="38DE29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5D547CF"/>
    <w:multiLevelType w:val="multilevel"/>
    <w:tmpl w:val="3D9AB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7A079B8"/>
    <w:multiLevelType w:val="multilevel"/>
    <w:tmpl w:val="BD00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05E5B8E"/>
    <w:multiLevelType w:val="hybridMultilevel"/>
    <w:tmpl w:val="5A2CDF2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BE93482"/>
    <w:multiLevelType w:val="multilevel"/>
    <w:tmpl w:val="4F608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D8171BD"/>
    <w:multiLevelType w:val="multilevel"/>
    <w:tmpl w:val="85546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B7F490A"/>
    <w:multiLevelType w:val="hybridMultilevel"/>
    <w:tmpl w:val="B504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CA5A6A"/>
    <w:multiLevelType w:val="multilevel"/>
    <w:tmpl w:val="C1D47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F637999"/>
    <w:multiLevelType w:val="multilevel"/>
    <w:tmpl w:val="6B062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2E210FC"/>
    <w:multiLevelType w:val="multilevel"/>
    <w:tmpl w:val="AFDE7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3CA39E9"/>
    <w:multiLevelType w:val="multilevel"/>
    <w:tmpl w:val="D3FE4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7796417"/>
    <w:multiLevelType w:val="multilevel"/>
    <w:tmpl w:val="49D6F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90125E0"/>
    <w:multiLevelType w:val="multilevel"/>
    <w:tmpl w:val="6010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EA50F21"/>
    <w:multiLevelType w:val="multilevel"/>
    <w:tmpl w:val="3ED02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4FB04FA"/>
    <w:multiLevelType w:val="hybridMultilevel"/>
    <w:tmpl w:val="F05A6798"/>
    <w:lvl w:ilvl="0" w:tplc="B18CD1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8C5F0B"/>
    <w:multiLevelType w:val="multilevel"/>
    <w:tmpl w:val="E89E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6556C9D"/>
    <w:multiLevelType w:val="multilevel"/>
    <w:tmpl w:val="1480D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8757884"/>
    <w:multiLevelType w:val="hybridMultilevel"/>
    <w:tmpl w:val="1B142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4"/>
  </w:num>
  <w:num w:numId="3">
    <w:abstractNumId w:val="21"/>
  </w:num>
  <w:num w:numId="4">
    <w:abstractNumId w:val="19"/>
  </w:num>
  <w:num w:numId="5">
    <w:abstractNumId w:val="23"/>
  </w:num>
  <w:num w:numId="6">
    <w:abstractNumId w:val="25"/>
  </w:num>
  <w:num w:numId="7">
    <w:abstractNumId w:val="10"/>
  </w:num>
  <w:num w:numId="8">
    <w:abstractNumId w:val="22"/>
  </w:num>
  <w:num w:numId="9">
    <w:abstractNumId w:val="12"/>
  </w:num>
  <w:num w:numId="10">
    <w:abstractNumId w:val="26"/>
  </w:num>
  <w:num w:numId="11">
    <w:abstractNumId w:val="15"/>
  </w:num>
  <w:num w:numId="12">
    <w:abstractNumId w:val="30"/>
  </w:num>
  <w:num w:numId="13">
    <w:abstractNumId w:val="16"/>
  </w:num>
  <w:num w:numId="14">
    <w:abstractNumId w:val="29"/>
  </w:num>
  <w:num w:numId="15">
    <w:abstractNumId w:val="13"/>
  </w:num>
  <w:num w:numId="16">
    <w:abstractNumId w:val="11"/>
  </w:num>
  <w:num w:numId="17">
    <w:abstractNumId w:val="27"/>
  </w:num>
  <w:num w:numId="18">
    <w:abstractNumId w:val="28"/>
  </w:num>
  <w:num w:numId="19">
    <w:abstractNumId w:val="14"/>
  </w:num>
  <w:num w:numId="20">
    <w:abstractNumId w:val="17"/>
  </w:num>
  <w:num w:numId="21">
    <w:abstractNumId w:val="20"/>
  </w:num>
  <w:num w:numId="22">
    <w:abstractNumId w:val="31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DCD"/>
    <w:rsid w:val="00002D24"/>
    <w:rsid w:val="000065C4"/>
    <w:rsid w:val="00025347"/>
    <w:rsid w:val="00027811"/>
    <w:rsid w:val="00031F05"/>
    <w:rsid w:val="000371E6"/>
    <w:rsid w:val="000375FB"/>
    <w:rsid w:val="00052469"/>
    <w:rsid w:val="00061185"/>
    <w:rsid w:val="000622C6"/>
    <w:rsid w:val="0007492C"/>
    <w:rsid w:val="000814D4"/>
    <w:rsid w:val="000907C3"/>
    <w:rsid w:val="00090A76"/>
    <w:rsid w:val="000B6520"/>
    <w:rsid w:val="000C7201"/>
    <w:rsid w:val="000D7EF7"/>
    <w:rsid w:val="000E20FD"/>
    <w:rsid w:val="0011600F"/>
    <w:rsid w:val="00130905"/>
    <w:rsid w:val="00132DA7"/>
    <w:rsid w:val="001544C3"/>
    <w:rsid w:val="00160868"/>
    <w:rsid w:val="00166FF9"/>
    <w:rsid w:val="0019155B"/>
    <w:rsid w:val="00195DAD"/>
    <w:rsid w:val="001A0C55"/>
    <w:rsid w:val="001A19B3"/>
    <w:rsid w:val="001B28C7"/>
    <w:rsid w:val="001C0BF3"/>
    <w:rsid w:val="001D6811"/>
    <w:rsid w:val="001E3F01"/>
    <w:rsid w:val="001E6B0D"/>
    <w:rsid w:val="002148B3"/>
    <w:rsid w:val="00230AD2"/>
    <w:rsid w:val="00253385"/>
    <w:rsid w:val="00254C24"/>
    <w:rsid w:val="0026043E"/>
    <w:rsid w:val="00260CF2"/>
    <w:rsid w:val="0026389B"/>
    <w:rsid w:val="00285215"/>
    <w:rsid w:val="00287448"/>
    <w:rsid w:val="002A3B31"/>
    <w:rsid w:val="002A5B83"/>
    <w:rsid w:val="002B0D9E"/>
    <w:rsid w:val="002C0327"/>
    <w:rsid w:val="002C1A29"/>
    <w:rsid w:val="002C74E8"/>
    <w:rsid w:val="002E6A4D"/>
    <w:rsid w:val="002F5BE4"/>
    <w:rsid w:val="00305605"/>
    <w:rsid w:val="003115E6"/>
    <w:rsid w:val="003132E8"/>
    <w:rsid w:val="00330813"/>
    <w:rsid w:val="00346584"/>
    <w:rsid w:val="0035561E"/>
    <w:rsid w:val="003647CD"/>
    <w:rsid w:val="00376BCB"/>
    <w:rsid w:val="00376CCC"/>
    <w:rsid w:val="0038007D"/>
    <w:rsid w:val="00383AE9"/>
    <w:rsid w:val="00394CA1"/>
    <w:rsid w:val="003B15F6"/>
    <w:rsid w:val="003B567C"/>
    <w:rsid w:val="003C2852"/>
    <w:rsid w:val="003C7FE8"/>
    <w:rsid w:val="003D15EA"/>
    <w:rsid w:val="00401B31"/>
    <w:rsid w:val="00404E67"/>
    <w:rsid w:val="00406515"/>
    <w:rsid w:val="0043501F"/>
    <w:rsid w:val="00440FF8"/>
    <w:rsid w:val="0044667D"/>
    <w:rsid w:val="00447E06"/>
    <w:rsid w:val="0046426E"/>
    <w:rsid w:val="00483667"/>
    <w:rsid w:val="00493243"/>
    <w:rsid w:val="004A2CBB"/>
    <w:rsid w:val="004D59E1"/>
    <w:rsid w:val="004F2DF8"/>
    <w:rsid w:val="004F3F3C"/>
    <w:rsid w:val="004F4E06"/>
    <w:rsid w:val="00505149"/>
    <w:rsid w:val="00511EAA"/>
    <w:rsid w:val="005128DD"/>
    <w:rsid w:val="0052206A"/>
    <w:rsid w:val="005313D4"/>
    <w:rsid w:val="0054775E"/>
    <w:rsid w:val="00552D81"/>
    <w:rsid w:val="005663EC"/>
    <w:rsid w:val="00567321"/>
    <w:rsid w:val="00577476"/>
    <w:rsid w:val="005912AE"/>
    <w:rsid w:val="005B06DA"/>
    <w:rsid w:val="005C0882"/>
    <w:rsid w:val="005C44B0"/>
    <w:rsid w:val="005D4052"/>
    <w:rsid w:val="005E4316"/>
    <w:rsid w:val="00601197"/>
    <w:rsid w:val="00606161"/>
    <w:rsid w:val="006177EF"/>
    <w:rsid w:val="00626FC2"/>
    <w:rsid w:val="006365A2"/>
    <w:rsid w:val="006518BD"/>
    <w:rsid w:val="00651B48"/>
    <w:rsid w:val="00652A1E"/>
    <w:rsid w:val="0065347A"/>
    <w:rsid w:val="0065575A"/>
    <w:rsid w:val="00672575"/>
    <w:rsid w:val="00692DCE"/>
    <w:rsid w:val="00693898"/>
    <w:rsid w:val="00694246"/>
    <w:rsid w:val="006C0AD0"/>
    <w:rsid w:val="006C1042"/>
    <w:rsid w:val="006E1164"/>
    <w:rsid w:val="006E2028"/>
    <w:rsid w:val="006E7FF1"/>
    <w:rsid w:val="00700E4F"/>
    <w:rsid w:val="00702592"/>
    <w:rsid w:val="00704CF1"/>
    <w:rsid w:val="007214F5"/>
    <w:rsid w:val="00724EF2"/>
    <w:rsid w:val="007369F5"/>
    <w:rsid w:val="007377BB"/>
    <w:rsid w:val="00756CF4"/>
    <w:rsid w:val="00767397"/>
    <w:rsid w:val="00771D5C"/>
    <w:rsid w:val="00773C19"/>
    <w:rsid w:val="00784904"/>
    <w:rsid w:val="007906F1"/>
    <w:rsid w:val="00795A7E"/>
    <w:rsid w:val="007B2519"/>
    <w:rsid w:val="007D3B17"/>
    <w:rsid w:val="0081217F"/>
    <w:rsid w:val="008364B8"/>
    <w:rsid w:val="00854EC0"/>
    <w:rsid w:val="008703C7"/>
    <w:rsid w:val="008834C8"/>
    <w:rsid w:val="008A4191"/>
    <w:rsid w:val="008B2505"/>
    <w:rsid w:val="008B681C"/>
    <w:rsid w:val="008C5203"/>
    <w:rsid w:val="008D1B75"/>
    <w:rsid w:val="008D271D"/>
    <w:rsid w:val="0090499E"/>
    <w:rsid w:val="00930EF9"/>
    <w:rsid w:val="009328F2"/>
    <w:rsid w:val="00947B59"/>
    <w:rsid w:val="00950BC6"/>
    <w:rsid w:val="00951313"/>
    <w:rsid w:val="0095344C"/>
    <w:rsid w:val="00960A5D"/>
    <w:rsid w:val="009654A6"/>
    <w:rsid w:val="00985C54"/>
    <w:rsid w:val="00991B96"/>
    <w:rsid w:val="00995286"/>
    <w:rsid w:val="009B75C0"/>
    <w:rsid w:val="009C0216"/>
    <w:rsid w:val="009D1707"/>
    <w:rsid w:val="009F22FB"/>
    <w:rsid w:val="00A11DCB"/>
    <w:rsid w:val="00A142C0"/>
    <w:rsid w:val="00A34927"/>
    <w:rsid w:val="00A41939"/>
    <w:rsid w:val="00A51C36"/>
    <w:rsid w:val="00A9297C"/>
    <w:rsid w:val="00A9302D"/>
    <w:rsid w:val="00A96873"/>
    <w:rsid w:val="00AA4697"/>
    <w:rsid w:val="00AE0648"/>
    <w:rsid w:val="00AE295B"/>
    <w:rsid w:val="00AF20B0"/>
    <w:rsid w:val="00B0787E"/>
    <w:rsid w:val="00B07CA2"/>
    <w:rsid w:val="00B4460F"/>
    <w:rsid w:val="00B53985"/>
    <w:rsid w:val="00B65A47"/>
    <w:rsid w:val="00B72B0A"/>
    <w:rsid w:val="00B75F2A"/>
    <w:rsid w:val="00B803CE"/>
    <w:rsid w:val="00B862E9"/>
    <w:rsid w:val="00B8734B"/>
    <w:rsid w:val="00BA2BB8"/>
    <w:rsid w:val="00BA5A98"/>
    <w:rsid w:val="00BB555C"/>
    <w:rsid w:val="00BD2C0D"/>
    <w:rsid w:val="00BD3AB0"/>
    <w:rsid w:val="00BE735F"/>
    <w:rsid w:val="00BF478A"/>
    <w:rsid w:val="00C04BED"/>
    <w:rsid w:val="00C064F1"/>
    <w:rsid w:val="00C2681F"/>
    <w:rsid w:val="00C35455"/>
    <w:rsid w:val="00C35CA1"/>
    <w:rsid w:val="00C3633B"/>
    <w:rsid w:val="00C45E9F"/>
    <w:rsid w:val="00C46836"/>
    <w:rsid w:val="00C64AE3"/>
    <w:rsid w:val="00C6502A"/>
    <w:rsid w:val="00C778C0"/>
    <w:rsid w:val="00CA46F1"/>
    <w:rsid w:val="00CC3161"/>
    <w:rsid w:val="00CC43C4"/>
    <w:rsid w:val="00CD3CCD"/>
    <w:rsid w:val="00D047AB"/>
    <w:rsid w:val="00D056AC"/>
    <w:rsid w:val="00D10D30"/>
    <w:rsid w:val="00D21DB3"/>
    <w:rsid w:val="00D237B4"/>
    <w:rsid w:val="00D24229"/>
    <w:rsid w:val="00D27E4B"/>
    <w:rsid w:val="00D42116"/>
    <w:rsid w:val="00D46513"/>
    <w:rsid w:val="00D57020"/>
    <w:rsid w:val="00D73FEF"/>
    <w:rsid w:val="00D83873"/>
    <w:rsid w:val="00D91D93"/>
    <w:rsid w:val="00DA5F0B"/>
    <w:rsid w:val="00DB7621"/>
    <w:rsid w:val="00DC5907"/>
    <w:rsid w:val="00DD0CDC"/>
    <w:rsid w:val="00DD23B6"/>
    <w:rsid w:val="00DF0A57"/>
    <w:rsid w:val="00DF26EB"/>
    <w:rsid w:val="00DF5A41"/>
    <w:rsid w:val="00E0021B"/>
    <w:rsid w:val="00E10EA9"/>
    <w:rsid w:val="00E13D2D"/>
    <w:rsid w:val="00E34E4F"/>
    <w:rsid w:val="00E40DCD"/>
    <w:rsid w:val="00E50FF1"/>
    <w:rsid w:val="00E536C1"/>
    <w:rsid w:val="00E57AA6"/>
    <w:rsid w:val="00E657AC"/>
    <w:rsid w:val="00E75C10"/>
    <w:rsid w:val="00E95BEB"/>
    <w:rsid w:val="00EB4A8F"/>
    <w:rsid w:val="00EC7F16"/>
    <w:rsid w:val="00EE0FD0"/>
    <w:rsid w:val="00EE4074"/>
    <w:rsid w:val="00EF0176"/>
    <w:rsid w:val="00EF18B0"/>
    <w:rsid w:val="00EF1CE9"/>
    <w:rsid w:val="00EF5751"/>
    <w:rsid w:val="00F21A84"/>
    <w:rsid w:val="00F31EDC"/>
    <w:rsid w:val="00F47A4E"/>
    <w:rsid w:val="00F66890"/>
    <w:rsid w:val="00F74B9A"/>
    <w:rsid w:val="00F90FFD"/>
    <w:rsid w:val="00F91D1A"/>
    <w:rsid w:val="00FA5FCE"/>
    <w:rsid w:val="00FA75F5"/>
    <w:rsid w:val="00FB12F8"/>
    <w:rsid w:val="00FD00E6"/>
    <w:rsid w:val="00FD10F2"/>
    <w:rsid w:val="00FE2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D1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40DC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0DCD"/>
    <w:pPr>
      <w:keepNext/>
      <w:spacing w:after="0" w:line="240" w:lineRule="auto"/>
      <w:jc w:val="center"/>
      <w:outlineLvl w:val="1"/>
    </w:pPr>
    <w:rPr>
      <w:rFonts w:ascii="Tahoma" w:hAnsi="Tahoma" w:cs="Tahoma"/>
      <w:b/>
      <w:bCs/>
      <w:sz w:val="40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78C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78C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703C7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7492C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0DC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40DCD"/>
    <w:rPr>
      <w:rFonts w:ascii="Tahoma" w:hAnsi="Tahoma" w:cs="Tahoma"/>
      <w:b/>
      <w:bCs/>
      <w:sz w:val="24"/>
      <w:szCs w:val="24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778C0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778C0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703C7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7492C"/>
    <w:rPr>
      <w:rFonts w:ascii="Cambria" w:hAnsi="Cambria" w:cs="Times New Roman"/>
      <w:i/>
      <w:iCs/>
      <w:color w:val="243F60"/>
    </w:rPr>
  </w:style>
  <w:style w:type="character" w:customStyle="1" w:styleId="apple-converted-space">
    <w:name w:val="apple-converted-space"/>
    <w:basedOn w:val="DefaultParagraphFont"/>
    <w:uiPriority w:val="99"/>
    <w:rsid w:val="00E40DCD"/>
    <w:rPr>
      <w:rFonts w:cs="Times New Roman"/>
    </w:rPr>
  </w:style>
  <w:style w:type="paragraph" w:styleId="NoSpacing">
    <w:name w:val="No Spacing"/>
    <w:uiPriority w:val="99"/>
    <w:qFormat/>
    <w:rsid w:val="00E40DCD"/>
    <w:rPr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E40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0DCD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1D6811"/>
    <w:pPr>
      <w:spacing w:after="120" w:line="48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D6811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post-author">
    <w:name w:val="post-author"/>
    <w:basedOn w:val="DefaultParagraphFont"/>
    <w:uiPriority w:val="99"/>
    <w:rsid w:val="00AA469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AA4697"/>
    <w:rPr>
      <w:rFonts w:cs="Times New Roman"/>
      <w:color w:val="0000FF"/>
      <w:u w:val="single"/>
    </w:rPr>
  </w:style>
  <w:style w:type="character" w:customStyle="1" w:styleId="entry-date">
    <w:name w:val="entry-date"/>
    <w:basedOn w:val="DefaultParagraphFont"/>
    <w:uiPriority w:val="99"/>
    <w:rsid w:val="00AA4697"/>
    <w:rPr>
      <w:rFonts w:cs="Times New Roman"/>
    </w:rPr>
  </w:style>
  <w:style w:type="character" w:customStyle="1" w:styleId="meta-no-display">
    <w:name w:val="meta-no-display"/>
    <w:basedOn w:val="DefaultParagraphFont"/>
    <w:uiPriority w:val="99"/>
    <w:rsid w:val="00AA4697"/>
    <w:rPr>
      <w:rFonts w:cs="Times New Roman"/>
    </w:rPr>
  </w:style>
  <w:style w:type="character" w:customStyle="1" w:styleId="1">
    <w:name w:val="Дата1"/>
    <w:basedOn w:val="DefaultParagraphFont"/>
    <w:uiPriority w:val="99"/>
    <w:rsid w:val="00AA4697"/>
    <w:rPr>
      <w:rFonts w:cs="Times New Roman"/>
    </w:rPr>
  </w:style>
  <w:style w:type="character" w:customStyle="1" w:styleId="post-category">
    <w:name w:val="post-category"/>
    <w:basedOn w:val="DefaultParagraphFont"/>
    <w:uiPriority w:val="99"/>
    <w:rsid w:val="00AA4697"/>
    <w:rPr>
      <w:rFonts w:cs="Times New Roman"/>
    </w:rPr>
  </w:style>
  <w:style w:type="paragraph" w:styleId="NormalWeb">
    <w:name w:val="Normal (Web)"/>
    <w:basedOn w:val="Normal"/>
    <w:uiPriority w:val="99"/>
    <w:rsid w:val="00AA46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AA4697"/>
    <w:rPr>
      <w:rFonts w:cs="Times New Roman"/>
      <w:b/>
      <w:bCs/>
    </w:rPr>
  </w:style>
  <w:style w:type="character" w:customStyle="1" w:styleId="clprice2">
    <w:name w:val="cl_price2"/>
    <w:basedOn w:val="DefaultParagraphFont"/>
    <w:uiPriority w:val="99"/>
    <w:rsid w:val="00AA4697"/>
    <w:rPr>
      <w:rFonts w:cs="Times New Roman"/>
    </w:rPr>
  </w:style>
  <w:style w:type="character" w:customStyle="1" w:styleId="head">
    <w:name w:val="head"/>
    <w:basedOn w:val="DefaultParagraphFont"/>
    <w:uiPriority w:val="99"/>
    <w:rsid w:val="00C778C0"/>
    <w:rPr>
      <w:rFonts w:cs="Times New Roman"/>
    </w:rPr>
  </w:style>
  <w:style w:type="character" w:customStyle="1" w:styleId="ismsharelabel">
    <w:name w:val="ism_share_label"/>
    <w:basedOn w:val="DefaultParagraphFont"/>
    <w:uiPriority w:val="99"/>
    <w:rsid w:val="00C778C0"/>
    <w:rPr>
      <w:rFonts w:cs="Times New Roman"/>
    </w:rPr>
  </w:style>
  <w:style w:type="character" w:customStyle="1" w:styleId="ismsharecounts">
    <w:name w:val="ism_share_counts"/>
    <w:basedOn w:val="DefaultParagraphFont"/>
    <w:uiPriority w:val="99"/>
    <w:rsid w:val="00C778C0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DB7621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95131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9513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51313"/>
    <w:rPr>
      <w:rFonts w:ascii="Courier New" w:hAnsi="Courier New" w:cs="Courier New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Normal"/>
    <w:uiPriority w:val="99"/>
    <w:rsid w:val="00E95BEB"/>
    <w:pPr>
      <w:spacing w:after="0" w:line="240" w:lineRule="auto"/>
    </w:pPr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15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407">
              <w:marLeft w:val="-225"/>
              <w:marRight w:val="-225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15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24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4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6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545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515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557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473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574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159438">
          <w:marLeft w:val="0"/>
          <w:marRight w:val="0"/>
          <w:marTop w:val="0"/>
          <w:marBottom w:val="450"/>
          <w:divBdr>
            <w:top w:val="single" w:sz="6" w:space="9" w:color="EBEBEB"/>
            <w:left w:val="single" w:sz="6" w:space="15" w:color="EBEBEB"/>
            <w:bottom w:val="single" w:sz="6" w:space="9" w:color="EBEBEB"/>
            <w:right w:val="single" w:sz="6" w:space="15" w:color="EBEBEB"/>
          </w:divBdr>
          <w:divsChild>
            <w:div w:id="10351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15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1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9431">
          <w:marLeft w:val="0"/>
          <w:marRight w:val="0"/>
          <w:marTop w:val="0"/>
          <w:marBottom w:val="450"/>
          <w:divBdr>
            <w:top w:val="single" w:sz="6" w:space="9" w:color="EBEBEB"/>
            <w:left w:val="single" w:sz="6" w:space="15" w:color="EBEBEB"/>
            <w:bottom w:val="single" w:sz="6" w:space="9" w:color="EBEBEB"/>
            <w:right w:val="single" w:sz="6" w:space="15" w:color="EBEBEB"/>
          </w:divBdr>
        </w:div>
        <w:div w:id="10351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397">
              <w:marLeft w:val="-225"/>
              <w:marRight w:val="-225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159413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4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945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51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509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546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530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503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15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1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15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1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15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436">
              <w:marLeft w:val="-225"/>
              <w:marRight w:val="-225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15946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8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5159529">
          <w:marLeft w:val="0"/>
          <w:marRight w:val="0"/>
          <w:marTop w:val="0"/>
          <w:marBottom w:val="450"/>
          <w:divBdr>
            <w:top w:val="single" w:sz="6" w:space="9" w:color="EBEBEB"/>
            <w:left w:val="single" w:sz="6" w:space="15" w:color="EBEBEB"/>
            <w:bottom w:val="single" w:sz="6" w:space="9" w:color="EBEBEB"/>
            <w:right w:val="single" w:sz="6" w:space="15" w:color="EBEBEB"/>
          </w:divBdr>
        </w:div>
      </w:divsChild>
    </w:div>
    <w:div w:id="103515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399">
              <w:marLeft w:val="-225"/>
              <w:marRight w:val="-225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159394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943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5159455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7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948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8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8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49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515949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515951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515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9533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515953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54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54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515954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515955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956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9575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57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957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51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408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427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442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464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392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403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9458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159521">
          <w:marLeft w:val="0"/>
          <w:marRight w:val="0"/>
          <w:marTop w:val="0"/>
          <w:marBottom w:val="450"/>
          <w:divBdr>
            <w:top w:val="single" w:sz="6" w:space="9" w:color="EBEBEB"/>
            <w:left w:val="single" w:sz="6" w:space="15" w:color="EBEBEB"/>
            <w:bottom w:val="single" w:sz="6" w:space="9" w:color="EBEBEB"/>
            <w:right w:val="single" w:sz="6" w:space="15" w:color="EBEBEB"/>
          </w:divBdr>
          <w:divsChild>
            <w:div w:id="103515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15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1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15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15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326</Words>
  <Characters>1859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k6-1</cp:lastModifiedBy>
  <cp:revision>136</cp:revision>
  <cp:lastPrinted>2022-02-10T08:20:00Z</cp:lastPrinted>
  <dcterms:created xsi:type="dcterms:W3CDTF">2016-06-06T13:25:00Z</dcterms:created>
  <dcterms:modified xsi:type="dcterms:W3CDTF">2022-02-10T08:21:00Z</dcterms:modified>
</cp:coreProperties>
</file>